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91071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EC7378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D91071" w:rsidRPr="00883461">
        <w:rPr>
          <w:rStyle w:val="a9"/>
        </w:rPr>
        <w:fldChar w:fldCharType="separate"/>
      </w:r>
      <w:r w:rsidR="00EC7378" w:rsidRPr="00EC7378">
        <w:rPr>
          <w:rStyle w:val="a9"/>
        </w:rPr>
        <w:t xml:space="preserve"> Общество с ограниченной ответственностью "ЛГ Электроникс </w:t>
      </w:r>
      <w:proofErr w:type="gramStart"/>
      <w:r w:rsidR="00EC7378" w:rsidRPr="00EC7378">
        <w:rPr>
          <w:rStyle w:val="a9"/>
        </w:rPr>
        <w:t>РУС</w:t>
      </w:r>
      <w:proofErr w:type="gramEnd"/>
      <w:r w:rsidR="00EC7378" w:rsidRPr="00EC7378">
        <w:rPr>
          <w:rStyle w:val="a9"/>
        </w:rPr>
        <w:t xml:space="preserve">" </w:t>
      </w:r>
      <w:r w:rsidR="00D91071"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разгрузки и хранения</w:t>
            </w:r>
          </w:p>
        </w:tc>
        <w:tc>
          <w:tcPr>
            <w:tcW w:w="3686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64. Транспортировщик (OS По</w:t>
            </w:r>
            <w:r>
              <w:t>д</w:t>
            </w:r>
            <w:r>
              <w:t>готовка и вывоз материала на линию)</w:t>
            </w:r>
          </w:p>
        </w:tc>
        <w:tc>
          <w:tcPr>
            <w:tcW w:w="3686" w:type="dxa"/>
            <w:vAlign w:val="center"/>
          </w:tcPr>
          <w:p w:rsidR="00EC7378" w:rsidRPr="00063DF1" w:rsidRDefault="00EC7378" w:rsidP="00EC737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Pr="00063DF1" w:rsidRDefault="00EC7378" w:rsidP="00EC737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65. Транспортировщик (OS По</w:t>
            </w:r>
            <w:r>
              <w:t>д</w:t>
            </w:r>
            <w:r>
              <w:t>готовка и вывоз материала на линию)</w:t>
            </w:r>
          </w:p>
        </w:tc>
        <w:tc>
          <w:tcPr>
            <w:tcW w:w="3686" w:type="dxa"/>
            <w:vAlign w:val="center"/>
          </w:tcPr>
          <w:p w:rsidR="00EC7378" w:rsidRPr="00063DF1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Pr="00063DF1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66. Транспортировщик (OS По</w:t>
            </w:r>
            <w:r>
              <w:t>д</w:t>
            </w:r>
            <w:r>
              <w:t>готовка и вывоз материала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67. Транспортировщик (OS По</w:t>
            </w:r>
            <w:r>
              <w:t>д</w:t>
            </w:r>
            <w:r>
              <w:t>готовка и вывоз материала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68. Транспортировщик (OS По</w:t>
            </w:r>
            <w:r>
              <w:t>д</w:t>
            </w:r>
            <w:r>
              <w:t>готовка и вывоз материала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и хранения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69. Транспортировщик (OS Подъем </w:t>
            </w:r>
            <w:proofErr w:type="gramStart"/>
            <w:r>
              <w:t>комплектующих</w:t>
            </w:r>
            <w:proofErr w:type="gramEnd"/>
            <w:r>
              <w:t xml:space="preserve"> с ул</w:t>
            </w:r>
            <w:r>
              <w:t>и</w:t>
            </w:r>
            <w:r>
              <w:t>цы на 2 этаж (улица))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70. </w:t>
            </w:r>
            <w:proofErr w:type="gramStart"/>
            <w:r>
              <w:t>Транспортировщик (OS Ра</w:t>
            </w:r>
            <w:r>
              <w:t>з</w:t>
            </w:r>
            <w:r>
              <w:t>грузка машин.</w:t>
            </w:r>
            <w:proofErr w:type="gramEnd"/>
            <w:r>
              <w:t xml:space="preserve"> </w:t>
            </w:r>
            <w:proofErr w:type="gramStart"/>
            <w:r>
              <w:t>Размещение ко</w:t>
            </w:r>
            <w:r>
              <w:t>м</w:t>
            </w:r>
            <w:r>
              <w:t>плектующих по складу (улица))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71. Транспортировщик (OS Тра</w:t>
            </w:r>
            <w:r w:rsidR="0030743E">
              <w:t>н</w:t>
            </w:r>
            <w:r>
              <w:t xml:space="preserve">спортировка </w:t>
            </w:r>
            <w:proofErr w:type="gramStart"/>
            <w:r>
              <w:t>комплекту</w:t>
            </w:r>
            <w:r>
              <w:t>ю</w:t>
            </w:r>
            <w:r>
              <w:t>щих</w:t>
            </w:r>
            <w:proofErr w:type="gramEnd"/>
            <w:r>
              <w:t xml:space="preserve"> в зону временного хранения 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72. Транспортировщик (OS По</w:t>
            </w:r>
            <w:r>
              <w:t>д</w:t>
            </w:r>
            <w:r>
              <w:t>готовка и вывоз материала на 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73. Транспортировщик (OS По</w:t>
            </w:r>
            <w:r>
              <w:t>д</w:t>
            </w:r>
            <w:r>
              <w:t>готовка и вывоз материала на 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74. Транспортировщик (OS По</w:t>
            </w:r>
            <w:r>
              <w:t>д</w:t>
            </w:r>
            <w:r>
              <w:t xml:space="preserve">готовка и вывоз материала на </w:t>
            </w:r>
            <w:r>
              <w:lastRenderedPageBreak/>
              <w:t>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lastRenderedPageBreak/>
              <w:t>75. Транспортировщик (OS По</w:t>
            </w:r>
            <w:r>
              <w:t>д</w:t>
            </w:r>
            <w:r>
              <w:t>готовка и вывоз материала на 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76. Транспортировщик (OS По</w:t>
            </w:r>
            <w:r>
              <w:t>д</w:t>
            </w:r>
            <w:r>
              <w:t>готовка и вывоз материала на 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77. Транспортировщик (OS По</w:t>
            </w:r>
            <w:r>
              <w:t>д</w:t>
            </w:r>
            <w:r>
              <w:t>готовка и вывоз материала на линию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78. Транспортировщик (OS По</w:t>
            </w:r>
            <w:r>
              <w:t>д</w:t>
            </w:r>
            <w:r>
              <w:t xml:space="preserve">готовка </w:t>
            </w:r>
            <w:proofErr w:type="gramStart"/>
            <w:r>
              <w:t>комплектующих</w:t>
            </w:r>
            <w:proofErr w:type="gramEnd"/>
            <w:r>
              <w:t xml:space="preserve"> (1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79. Транспортировщик (OS </w:t>
            </w:r>
            <w:proofErr w:type="spellStart"/>
            <w:r>
              <w:t>Траспортировка</w:t>
            </w:r>
            <w:proofErr w:type="spellEnd"/>
            <w:r>
              <w:t xml:space="preserve"> </w:t>
            </w:r>
            <w:proofErr w:type="gramStart"/>
            <w:r>
              <w:t>комплекту</w:t>
            </w:r>
            <w:r>
              <w:t>ю</w:t>
            </w:r>
            <w:r>
              <w:t>щих</w:t>
            </w:r>
            <w:proofErr w:type="gramEnd"/>
            <w:r>
              <w:t xml:space="preserve"> в зону временного хранения  (2 этаж))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80. </w:t>
            </w:r>
            <w:proofErr w:type="gramStart"/>
            <w:r>
              <w:t>Транспортировщик (OS По</w:t>
            </w:r>
            <w:r>
              <w:t>д</w:t>
            </w:r>
            <w:r>
              <w:t>готовка комплектующих.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Тра</w:t>
            </w:r>
            <w:r>
              <w:t>с</w:t>
            </w:r>
            <w:r>
              <w:t>портировка</w:t>
            </w:r>
            <w:proofErr w:type="spellEnd"/>
            <w:r>
              <w:t xml:space="preserve"> комплектующих в зону временного хранения (ул</w:t>
            </w:r>
            <w:r>
              <w:t>и</w:t>
            </w:r>
            <w:r>
              <w:t>ца))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81. </w:t>
            </w:r>
            <w:proofErr w:type="gramStart"/>
            <w:r>
              <w:t xml:space="preserve">Транспортировщик (OS </w:t>
            </w:r>
            <w:proofErr w:type="spellStart"/>
            <w:r>
              <w:t>Траспортировка</w:t>
            </w:r>
            <w:proofErr w:type="spellEnd"/>
            <w:r>
              <w:t xml:space="preserve"> комплекту</w:t>
            </w:r>
            <w:r>
              <w:t>ю</w:t>
            </w:r>
            <w:r>
              <w:t>щих в зону временного хран</w:t>
            </w:r>
            <w:r>
              <w:t>е</w:t>
            </w:r>
            <w:r>
              <w:t>ния.</w:t>
            </w:r>
            <w:proofErr w:type="gramEnd"/>
            <w:r>
              <w:t xml:space="preserve"> </w:t>
            </w:r>
            <w:proofErr w:type="gramStart"/>
            <w:r>
              <w:t>Подготовка и вывоз мат</w:t>
            </w:r>
            <w:r>
              <w:t>е</w:t>
            </w:r>
            <w:r>
              <w:t>риала на линию (2 этаж))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чения производства холодил</w:t>
            </w:r>
            <w:r>
              <w:rPr>
                <w:b/>
                <w:i/>
              </w:rPr>
              <w:t>ь</w:t>
            </w:r>
            <w:r>
              <w:rPr>
                <w:b/>
                <w:i/>
              </w:rPr>
              <w:t>ников и стиральных машин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Локальный склад WM, корпус</w:t>
            </w:r>
            <w:proofErr w:type="gramStart"/>
            <w:r>
              <w:rPr>
                <w:i/>
              </w:rPr>
              <w:t xml:space="preserve"> В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85. Оператор технологического оборудования (OS Загрузка б</w:t>
            </w:r>
            <w:r>
              <w:t>а</w:t>
            </w:r>
            <w:r>
              <w:t>рабанов на конвейер)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EC7378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EC7378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86. Транспортировщик (OS п</w:t>
            </w:r>
            <w:r>
              <w:t>о</w:t>
            </w:r>
            <w:r>
              <w:t xml:space="preserve">дача телег с барабанами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кран</w:t>
            </w:r>
            <w:proofErr w:type="gramEnd"/>
            <w:r>
              <w:t xml:space="preserve"> балке, RW2)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87. Транспортировщик (OS д</w:t>
            </w:r>
            <w:r>
              <w:t>о</w:t>
            </w:r>
            <w:r>
              <w:t>ставка телег с материалами  на линию контрольных панелей)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88. Транспортировщик (OS п</w:t>
            </w:r>
            <w:r>
              <w:t>о</w:t>
            </w:r>
            <w:r>
              <w:t xml:space="preserve">дача телег с барабанами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кран</w:t>
            </w:r>
            <w:proofErr w:type="gramEnd"/>
            <w:r>
              <w:t xml:space="preserve"> балке, RW1)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89. Транспортировщик (OS д</w:t>
            </w:r>
            <w:r>
              <w:t>о</w:t>
            </w:r>
            <w:r>
              <w:t>ставка  телег с материалами на линию, RW1)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90. Транспортировщик (OS укладка материала на конвейер)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91. Транспортировщик (OS укладка материала на конвейер)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Локальный склад REF, прои</w:t>
            </w:r>
            <w:r>
              <w:rPr>
                <w:i/>
              </w:rPr>
              <w:t>з</w:t>
            </w:r>
            <w:r>
              <w:rPr>
                <w:i/>
              </w:rPr>
              <w:t xml:space="preserve">водство REF, корпус  B, </w:t>
            </w:r>
            <w:proofErr w:type="gramStart"/>
            <w:r>
              <w:rPr>
                <w:i/>
              </w:rPr>
              <w:t>С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94. Водитель </w:t>
            </w:r>
            <w:proofErr w:type="spellStart"/>
            <w:r>
              <w:t>электротележки</w:t>
            </w:r>
            <w:proofErr w:type="spellEnd"/>
            <w:r>
              <w:t xml:space="preserve"> (OS Транспортировка телег на линию холодильников, подача материалов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EC7378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EC7378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EC737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EC737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95. Водитель </w:t>
            </w:r>
            <w:proofErr w:type="spellStart"/>
            <w:r>
              <w:t>электротележки</w:t>
            </w:r>
            <w:proofErr w:type="spellEnd"/>
            <w:r>
              <w:t xml:space="preserve"> (OS Транспортировка телег на линию холодильников, подача материалов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Локальный склад REF, прои</w:t>
            </w:r>
            <w:r>
              <w:rPr>
                <w:i/>
              </w:rPr>
              <w:t>з</w:t>
            </w:r>
            <w:r>
              <w:rPr>
                <w:i/>
              </w:rPr>
              <w:t>водство REF, корпус B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96. Водитель </w:t>
            </w:r>
            <w:proofErr w:type="spellStart"/>
            <w:r>
              <w:t>электротележки</w:t>
            </w:r>
            <w:proofErr w:type="spellEnd"/>
            <w:r>
              <w:t xml:space="preserve"> (OS Транспортировка телег на линию холодильников)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 xml:space="preserve">97. Водитель </w:t>
            </w:r>
            <w:proofErr w:type="spellStart"/>
            <w:r>
              <w:t>электротележки</w:t>
            </w:r>
            <w:proofErr w:type="spellEnd"/>
            <w:r>
              <w:t xml:space="preserve"> (OS Транспортировка телег на </w:t>
            </w:r>
            <w:r>
              <w:lastRenderedPageBreak/>
              <w:t>линию холодильников, подача материалов на линию)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>Зона подготовки материала, корпус</w:t>
            </w:r>
            <w:proofErr w:type="gramStart"/>
            <w:r>
              <w:rPr>
                <w:i/>
              </w:rPr>
              <w:t xml:space="preserve"> С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jc w:val="left"/>
            </w:pPr>
            <w:r>
              <w:t>101. Транспортировщик (OS распаковка материалов, выкла</w:t>
            </w:r>
            <w:r>
              <w:t>д</w:t>
            </w:r>
            <w:r>
              <w:t>ка на телеги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Default="00EC7378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ст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ральных машин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EC7378" w:rsidRPr="00AF49A3" w:rsidTr="008B4051">
        <w:trPr>
          <w:jc w:val="center"/>
        </w:trPr>
        <w:tc>
          <w:tcPr>
            <w:tcW w:w="3049" w:type="dxa"/>
            <w:vAlign w:val="center"/>
          </w:tcPr>
          <w:p w:rsidR="00EC7378" w:rsidRPr="00EC7378" w:rsidRDefault="00EC7378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 Корпус "H - 2"</w:t>
            </w:r>
          </w:p>
        </w:tc>
        <w:tc>
          <w:tcPr>
            <w:tcW w:w="3686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7378" w:rsidRDefault="00EC7378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7378" w:rsidRPr="00063DF1" w:rsidRDefault="00EC7378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124. Слесарь механосборочных работ (</w:t>
            </w:r>
            <w:r w:rsidRPr="00EC7378">
              <w:t>OS Распаковка стёк</w:t>
            </w:r>
            <w:r>
              <w:t>о</w:t>
            </w:r>
            <w:r w:rsidRPr="00EC7378">
              <w:t>л, подготовка материала</w:t>
            </w:r>
            <w:r>
              <w:t>)</w:t>
            </w:r>
          </w:p>
        </w:tc>
        <w:tc>
          <w:tcPr>
            <w:tcW w:w="3686" w:type="dxa"/>
            <w:vAlign w:val="center"/>
          </w:tcPr>
          <w:p w:rsidR="004B7171" w:rsidRDefault="004B7171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rPr>
                <w:i/>
              </w:rPr>
            </w:pPr>
          </w:p>
        </w:tc>
        <w:tc>
          <w:tcPr>
            <w:tcW w:w="3686" w:type="dxa"/>
            <w:vAlign w:val="center"/>
          </w:tcPr>
          <w:p w:rsidR="004B7171" w:rsidRDefault="004B7171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125. Слесарь механосборочных работ (OS Укладка готовых дв</w:t>
            </w:r>
            <w:r>
              <w:t>е</w:t>
            </w:r>
            <w:r>
              <w:t>рей в телеги)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126. Слесарь механосборочных работ (OS Распаковка дверей, подготовка материала)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127. Транспортировщик (OS Транспортировка телег с двер</w:t>
            </w:r>
            <w:r>
              <w:t>ь</w:t>
            </w:r>
            <w:r>
              <w:t>ми)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аксессуаров (2 этаж)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128. Слесарь механосборочных работ (OS Подготовка сливных шлангов)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 xml:space="preserve">129. Слесарь механосборочных работ (OS Упаковка сливного </w:t>
            </w:r>
            <w:r>
              <w:lastRenderedPageBreak/>
              <w:t>шланга и держателя сливного шланга в пакет)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 xml:space="preserve">130. Слесарь механосборочных работ (OS Упаковка ключа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транс</w:t>
            </w:r>
            <w:proofErr w:type="gramEnd"/>
            <w:r>
              <w:t xml:space="preserve"> болтов и 4х заглушек в пакет)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131. Слесарь механосборочных работ (OS Одевание пакета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jc w:val="left"/>
            </w:pPr>
            <w:r>
              <w:t>132. Слесарь механосборочных работ (OS Одевание пакета)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Default="004B7171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B7171" w:rsidRPr="00AF49A3" w:rsidTr="008B4051">
        <w:trPr>
          <w:jc w:val="center"/>
        </w:trPr>
        <w:tc>
          <w:tcPr>
            <w:tcW w:w="3049" w:type="dxa"/>
            <w:vAlign w:val="center"/>
          </w:tcPr>
          <w:p w:rsidR="004B7171" w:rsidRPr="00EC7378" w:rsidRDefault="004B7171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контрольных панелей</w:t>
            </w:r>
          </w:p>
        </w:tc>
        <w:tc>
          <w:tcPr>
            <w:tcW w:w="3686" w:type="dxa"/>
            <w:vAlign w:val="center"/>
          </w:tcPr>
          <w:p w:rsidR="004B7171" w:rsidRDefault="004B717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B7171" w:rsidRDefault="004B717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7171" w:rsidRPr="00063DF1" w:rsidRDefault="004B7171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134. Слесарь механосборочных работ (Сборка контрольных п</w:t>
            </w:r>
            <w:r>
              <w:t>а</w:t>
            </w:r>
            <w:r>
              <w:t>нелей)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136. Контролер деталей и пр</w:t>
            </w:r>
            <w:r>
              <w:t>и</w:t>
            </w:r>
            <w:r>
              <w:t>боров (Проверка сборки и фун</w:t>
            </w:r>
            <w:r>
              <w:t>к</w:t>
            </w:r>
            <w:r>
              <w:t>ционирования контрольных п</w:t>
            </w:r>
            <w:r>
              <w:t>а</w:t>
            </w:r>
            <w:r>
              <w:t>нелей)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137. Контролер деталей и пр</w:t>
            </w:r>
            <w:r>
              <w:t>и</w:t>
            </w:r>
            <w:r>
              <w:t>боров (Проверка сборки и фун</w:t>
            </w:r>
            <w:r>
              <w:t>к</w:t>
            </w:r>
            <w:r>
              <w:t>ционирования контрольных п</w:t>
            </w:r>
            <w:r>
              <w:t>а</w:t>
            </w:r>
            <w:r>
              <w:t>нелей)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138. Техник (Ремонт стиральных машин, замена пакетов на </w:t>
            </w:r>
            <w:proofErr w:type="spellStart"/>
            <w:r>
              <w:t>п</w:t>
            </w:r>
            <w:r>
              <w:t>а</w:t>
            </w:r>
            <w:r>
              <w:t>кетнице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139. Слесарь механосборочных работ (Сборка контрольных п</w:t>
            </w:r>
            <w:r>
              <w:t>а</w:t>
            </w:r>
            <w:r>
              <w:t>нелей)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140. Слесарь механосборочных работ (OS Установка упаково</w:t>
            </w:r>
            <w:r>
              <w:t>ч</w:t>
            </w:r>
            <w:r>
              <w:t>ного материала (верх))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141. Слесарь механосборочных работ (OS Наклеивание и скан</w:t>
            </w:r>
            <w:r>
              <w:t>и</w:t>
            </w:r>
            <w:r>
              <w:t>рование штрих кода)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142. Слесарь механосборочных </w:t>
            </w:r>
            <w:r>
              <w:lastRenderedPageBreak/>
              <w:t>работ (OS Установка регулятора выбора программ на плату управления)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143. Слесарь механосборочных работ (OS Установка окошка дисплея контрольной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144. Слесарь механосборочных работ (OS Установка кнопок контрольной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145. Слесарь механосборочных работ (OS Фиксация кнопок контрольной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146. Слесарь механосборочных работ (OS Сборка контрольной панели, платы управления и фиксация </w:t>
            </w:r>
            <w:proofErr w:type="spellStart"/>
            <w:r>
              <w:t>саморезами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147. Слесарь механосборочных работ (OS Сборка контрольной панели, платы управления и фиксация </w:t>
            </w:r>
            <w:proofErr w:type="spellStart"/>
            <w:r>
              <w:t>саморезами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148. Слесарь механосборочных работ (OS Сборка контрольной панели, платы управления и фиксация </w:t>
            </w:r>
            <w:proofErr w:type="spellStart"/>
            <w:r>
              <w:t>саморезами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линии 1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149. Слесарь механосборочных работ (Установка и закрепление сливного шланга)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150. Слесарь механосборочных работ (Фиксация хомутом пр</w:t>
            </w:r>
            <w:r>
              <w:t>о</w:t>
            </w:r>
            <w:r>
              <w:t>водки к барабану)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151. Слесарь механосборочных работ (Установка </w:t>
            </w:r>
            <w:proofErr w:type="spellStart"/>
            <w:r>
              <w:t>гаскет</w:t>
            </w:r>
            <w:proofErr w:type="spellEnd"/>
            <w:r>
              <w:t xml:space="preserve"> </w:t>
            </w:r>
            <w:proofErr w:type="spellStart"/>
            <w:r>
              <w:t>клемпа</w:t>
            </w:r>
            <w:proofErr w:type="spellEnd"/>
            <w:r>
              <w:t xml:space="preserve"> – закрепление резинки на бар</w:t>
            </w:r>
            <w:r>
              <w:t>а</w:t>
            </w:r>
            <w:r>
              <w:t>бане)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152. Слесарь механосборочных работ (Подключение клемм ко</w:t>
            </w:r>
            <w:r>
              <w:t>н</w:t>
            </w:r>
            <w:r>
              <w:t>трольной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153. Слесарь механосборочных работ (Подключение клеммы мотора, фиксация </w:t>
            </w:r>
            <w:proofErr w:type="spellStart"/>
            <w:r>
              <w:t>холдером</w:t>
            </w:r>
            <w:proofErr w:type="spellEnd"/>
            <w:r>
              <w:t xml:space="preserve"> проводки)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154. Слесарь механосборочных работ (Фиксация проводки в корпусе 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155. Слесарь механосборочных работ (Установка и фиксация проводки хомутом)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156. Слесарь механосборочных работ (Установка уплотнител</w:t>
            </w:r>
            <w:r>
              <w:t>ь</w:t>
            </w:r>
            <w:r>
              <w:t>ной резины на барабан)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157. Слесарь механосборочных работ (Установка транспортир</w:t>
            </w:r>
            <w:r>
              <w:t>о</w:t>
            </w:r>
            <w:r>
              <w:t>вочных болтов, откачка воды)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158. Слесарь механосборочных работ (Фиксация гайки заземл</w:t>
            </w:r>
            <w:r>
              <w:t>е</w:t>
            </w:r>
            <w:r>
              <w:t xml:space="preserve">ния </w:t>
            </w:r>
            <w:proofErr w:type="spellStart"/>
            <w:r>
              <w:t>пневмоотверткой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159. Слесарь механосборочных работ (OS Фиксация ножек к кабинету)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160. Слесарь механосборочных работ (OS Фиксация  </w:t>
            </w:r>
            <w:proofErr w:type="spellStart"/>
            <w:r>
              <w:t>шумоиз</w:t>
            </w:r>
            <w:r>
              <w:t>о</w:t>
            </w:r>
            <w:r>
              <w:t>ляции</w:t>
            </w:r>
            <w:proofErr w:type="spellEnd"/>
            <w:r>
              <w:t xml:space="preserve"> к кабинету)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161. Слесарь механосборочных работ (OS фиксация сетевого шнура к кабинету)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162. Слесарь механосборочных работ (OS Установка барабана в кабинет)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163. Слесарь механосборочных работ (OS Установка барабана в кабинет)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164. Слесарь механосборочных работ (OS Фиксация амортиз</w:t>
            </w:r>
            <w:r>
              <w:t>а</w:t>
            </w:r>
            <w:r>
              <w:t>тора)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165. Слесарь механосборочных работ (OS Фиксация амортиз</w:t>
            </w:r>
            <w:r>
              <w:t>а</w:t>
            </w:r>
            <w:r>
              <w:t>тора)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166. Слесарь механосборочных работ (OS Фиксация проводки барабана двумя пластиковыми стяжками)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167. Слесарь механосборочных работ (OS Установка помпы (насоса) к кабинету стиральной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168. Слесарь механосборочных работ (OS Фиксация помпы тр</w:t>
            </w:r>
            <w:r>
              <w:t>е</w:t>
            </w:r>
            <w:r>
              <w:t>мя метизами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169. Слесарь механосборочных </w:t>
            </w:r>
            <w:r>
              <w:lastRenderedPageBreak/>
              <w:t>работ (OS Фиксация обжимного кольца сливного шланга)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170. Слесарь механосборочных работ (OS </w:t>
            </w:r>
            <w:proofErr w:type="spellStart"/>
            <w:r>
              <w:t>Подкючение</w:t>
            </w:r>
            <w:proofErr w:type="spellEnd"/>
            <w:r>
              <w:t xml:space="preserve"> шланга и фиксация хомута)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171. Слесарь механосборочных работ (OS Установка и фиксация сетевого фильтра метизом)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172. Слесарь механосборочных работ (OS Подключение раз</w:t>
            </w:r>
            <w:r>
              <w:t>ъ</w:t>
            </w:r>
            <w:r>
              <w:t>ёмов к сетевому фильтру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173. Слесарь механосборочных работ (OS Фиксация к резин</w:t>
            </w:r>
            <w:r>
              <w:t>о</w:t>
            </w:r>
            <w:r>
              <w:t>вому шлангу датчика давления воды, подключение разъёма)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174. Слесарь механосборочных работ (OS Установка и фиксация </w:t>
            </w:r>
            <w:proofErr w:type="spellStart"/>
            <w:r>
              <w:t>диспенсора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175. Слесарь механосборочных работ (OS Фиксация проводки к кабинету и подключение двух разъёмов к электромагнит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л</w:t>
            </w:r>
            <w:r>
              <w:t>а</w:t>
            </w:r>
            <w:r>
              <w:t>пану)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176. Слесарь механосборочных работ (OS Установка передней части корпуса стиральной м</w:t>
            </w:r>
            <w:r>
              <w:t>а</w:t>
            </w:r>
            <w:r>
              <w:t>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177. Слесарь механосборочных работ (OS Фиксация пластик</w:t>
            </w:r>
            <w:r>
              <w:t>о</w:t>
            </w:r>
            <w:r>
              <w:t>вых держателей отвёрткой)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178. Слесарь механосборочных работ (OS Фиксация передней части корпуса стиральной м</w:t>
            </w:r>
            <w:r>
              <w:t>а</w:t>
            </w:r>
            <w:r>
              <w:t>шины (верх))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179. Слесарь механосборочных работ (OS Проверка и установка контрольных панелей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180. Слесарь механосборочных работ (OS Фиксация передней части корпуса стиральной м</w:t>
            </w:r>
            <w:r>
              <w:t>а</w:t>
            </w:r>
            <w:r>
              <w:t>шины (низ))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181. Слесарь механосборочных работ (OS Установка нижней пластиковой части декора ст</w:t>
            </w:r>
            <w:r>
              <w:t>и</w:t>
            </w:r>
            <w:r>
              <w:t>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182. Слесарь механосборочных работ (OS Фиксация нижнего заземления к кабинету стирал</w:t>
            </w:r>
            <w:r>
              <w:t>ь</w:t>
            </w:r>
            <w:r>
              <w:t>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183. Слесарь механосборочных работ (OS Подключение раз</w:t>
            </w:r>
            <w:r>
              <w:t>ъ</w:t>
            </w:r>
            <w:r>
              <w:t>ёмов к нагревателю стиральной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184. Слесарь механосборочных работ (OS фиксация хомута сливного шланга)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185. Слесарь механосборочных работ (OS Фиксация </w:t>
            </w:r>
            <w:proofErr w:type="spellStart"/>
            <w:r>
              <w:t>электром</w:t>
            </w:r>
            <w:r>
              <w:t>а</w:t>
            </w:r>
            <w:r>
              <w:t>нитного</w:t>
            </w:r>
            <w:proofErr w:type="spellEnd"/>
            <w:r>
              <w:t xml:space="preserve"> клапана двумя метиз</w:t>
            </w:r>
            <w:r>
              <w:t>а</w:t>
            </w:r>
            <w:r>
              <w:t>ми к кабинету)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186. Слесарь механосборочных работ (OS фиксация нижней п</w:t>
            </w:r>
            <w:r>
              <w:t>е</w:t>
            </w:r>
            <w:r>
              <w:t xml:space="preserve">редней </w:t>
            </w:r>
            <w:proofErr w:type="spellStart"/>
            <w:r>
              <w:t>панелиа</w:t>
            </w:r>
            <w:proofErr w:type="spellEnd"/>
            <w:r>
              <w:t>, фиксация р</w:t>
            </w:r>
            <w:r>
              <w:t>е</w:t>
            </w:r>
            <w:r>
              <w:t>кламной этикетки)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187. Слесарь механосборочных работ (Фиксация проводки дв</w:t>
            </w:r>
            <w:r>
              <w:t>у</w:t>
            </w:r>
            <w:r>
              <w:t>мя хомутами)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линии 2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188. Слесарь механосборочных работ (Фиксация проводки х</w:t>
            </w:r>
            <w:r>
              <w:t>о</w:t>
            </w:r>
            <w:r>
              <w:t>мутами на барабан)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189. Слесарь механосборочных работ (Фиксация контрольной панели </w:t>
            </w:r>
            <w:proofErr w:type="spellStart"/>
            <w:r>
              <w:t>саморезами</w:t>
            </w:r>
            <w:proofErr w:type="spellEnd"/>
            <w:r>
              <w:t xml:space="preserve"> (</w:t>
            </w:r>
            <w:proofErr w:type="spellStart"/>
            <w:r>
              <w:t>пневмоо</w:t>
            </w:r>
            <w:r>
              <w:t>т</w:t>
            </w:r>
            <w:r>
              <w:t>вертка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190. Слесарь механосборочных работ (Подключения клемм на PCB)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191. Слесарь механосборочных работ (Установка диспенсера)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192. Слесарь механосборочных работ (Установка помпы)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193. Слесарь механосборочных работ (OS Фиксация ножек)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194. Слесарь механосборочных работ (OS Установка держателя сливного шланга и предустано</w:t>
            </w:r>
            <w:r>
              <w:t>в</w:t>
            </w:r>
            <w:r>
              <w:t>ка ножек)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195. Слесарь механосборочных работ (OS Установка сетевого шнура)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196. Слесарь механосборочных работ (OS Фиксация проводки в передней стенке кабинета)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197. Слесарь механосборочных работ (OS Фиксация проводки в задней стенке кабинета)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198. Слесарь механосборочных работ (OS Установка сливного шланга)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199. Слесарь механосборочных работ (OS Установка барабана)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200. Слесарь механосборочных работ (OS Установка барабана)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201. Слесарь механосборочных работ (OS Установка фиксатора амортизатора)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202. Слесарь механосборочных работ (OS Фиксация амортиз</w:t>
            </w:r>
            <w:r>
              <w:t>а</w:t>
            </w:r>
            <w:r>
              <w:t>тора)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203. Слесарь механосборочных работ (OS Установка верхнего усилителя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204. Слесарь механосборочных работ (OS Фиксация верхнего усилителя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205. Слесарь механосборочных работ (OS Установка помпы)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206. Слесарь механосборочных работ (OS Фиксация помпы)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207. Слесарь механосборочных работ (OS Установка Хомута на помпу (маленький))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208. Слесарь механосборочных работ (OS Установка Хомута на помпу (большой))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209. Слесарь механосборочных работ (OS Фиксация держателей передней части корпуса ст</w:t>
            </w:r>
            <w:r>
              <w:t>и</w:t>
            </w:r>
            <w:r>
              <w:t>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210. Слесарь механосборочных работ (OS Установка передней части корпуса стиральной м</w:t>
            </w:r>
            <w:r>
              <w:t>а</w:t>
            </w:r>
            <w:r>
              <w:lastRenderedPageBreak/>
              <w:t>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211. Слесарь механосборочных работ (OS Фиксация передней части корпуса стиральной м</w:t>
            </w:r>
            <w:r>
              <w:t>а</w:t>
            </w:r>
            <w:r>
              <w:t>шины (Верх))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212. Слесарь механосборочных работ (OS Установка контрол</w:t>
            </w:r>
            <w:r>
              <w:t>ь</w:t>
            </w:r>
            <w:r>
              <w:t>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213. Слесарь механосборочных работ (OS Фиксация Контрол</w:t>
            </w:r>
            <w:r>
              <w:t>ь</w:t>
            </w:r>
            <w:r>
              <w:t>ной Панели и установка лотка для загрузки порошка)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214. Слесарь механосборочных работ (OS Установка сетевого фильтра)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215. Слесарь механосборочных работ (OS Фиксация держателей пружин)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216. Слесарь механосборочных работ (OS Установка датчика давления, подключение клеммы)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217. Слесарь механосборочных работ (OS Клеммы клапанов, фиксация проводки в кабинете)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218. Слесарь механосборочных работ (OS Фиксация заземления </w:t>
            </w:r>
            <w:proofErr w:type="spellStart"/>
            <w:r>
              <w:t>кабинта</w:t>
            </w:r>
            <w:proofErr w:type="spellEnd"/>
            <w:r>
              <w:t xml:space="preserve"> и подключение клеммы </w:t>
            </w:r>
            <w:r>
              <w:lastRenderedPageBreak/>
              <w:t>нагревателя)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219. Слесарь механосборочных работ (OS Фиксация контрол</w:t>
            </w:r>
            <w:r>
              <w:t>ь</w:t>
            </w:r>
            <w:r>
              <w:t>ной панели (верх))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220. Слесарь механосборочных работ (OS Подключение </w:t>
            </w:r>
            <w:proofErr w:type="spellStart"/>
            <w:r>
              <w:t>тре</w:t>
            </w:r>
            <w:r>
              <w:t>х</w:t>
            </w:r>
            <w:r>
              <w:t>клемм</w:t>
            </w:r>
            <w:proofErr w:type="spellEnd"/>
            <w:r>
              <w:t xml:space="preserve"> контрольной панели и фиксация  проволокой)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221. Слесарь механосборочных работ (OS Установка передней нижней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222. Слесарь механосборочных работ (OS Фиксация передней нижней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223. Слесарь механосборочных работ (OS Фиксация передней части корпуса стиральной м</w:t>
            </w:r>
            <w:r>
              <w:t>а</w:t>
            </w:r>
            <w:r>
              <w:t>шины (низ))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линии 1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224. Слесарь механосборочных работ (Подключение клеммы мотора, фиксация </w:t>
            </w:r>
            <w:proofErr w:type="spellStart"/>
            <w:r>
              <w:t>холдером</w:t>
            </w:r>
            <w:proofErr w:type="spellEnd"/>
            <w:r>
              <w:t xml:space="preserve"> проводки)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225. Слесарь механосборочных работ (Укладка аксессуаров в корпус </w:t>
            </w:r>
            <w:proofErr w:type="gramStart"/>
            <w:r>
              <w:t>СМ</w:t>
            </w:r>
            <w:proofErr w:type="gramEnd"/>
            <w:r>
              <w:t xml:space="preserve"> (</w:t>
            </w:r>
            <w:proofErr w:type="spellStart"/>
            <w:r>
              <w:t>пневмотвертка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226. Слесарь механосборочных </w:t>
            </w:r>
            <w:r>
              <w:lastRenderedPageBreak/>
              <w:t>работ (Фиксация транспортир</w:t>
            </w:r>
            <w:r>
              <w:t>о</w:t>
            </w:r>
            <w:r>
              <w:t xml:space="preserve">вочных болтов </w:t>
            </w:r>
            <w:proofErr w:type="spellStart"/>
            <w:r>
              <w:t>пневмоотвер</w:t>
            </w:r>
            <w:r>
              <w:t>т</w:t>
            </w:r>
            <w:r>
              <w:t>кой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227. Слесарь механосборочных работ (OS Установка верхней крышки стиральной машины и фиксация проволоки к кабинету стиральной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228. Слесарь механосборочных работ (OS Фиксация верхней крышки стиральной машины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229. Слесарь механосборочных работ (OS Удаление остатков воды пылесосом, удаление пыли со стиральной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230. Слесарь механосборочных работ (OS Установка задней крышки стиральной машины, фиксация проволокой сливного шланга и сетевого шнура)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231. Слесарь механосборочных работ (OS Фиксация задней крышки стиральной машины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232. Слесарь механосборочных работ (OS Установка упаково</w:t>
            </w:r>
            <w:r>
              <w:t>ч</w:t>
            </w:r>
            <w:r>
              <w:t>ного материала (пенопластовые уголки))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233. Слесарь механосборочных </w:t>
            </w:r>
            <w:r>
              <w:lastRenderedPageBreak/>
              <w:t>работ (OS Упаковка верхней крышки стиральной машины)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линии 2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234. Слесарь механосборочных работ (Установка уголков на упаковке)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235. Оператор автоматических и полуавтоматических линий станков и установок (Подгото</w:t>
            </w:r>
            <w:r>
              <w:t>в</w:t>
            </w:r>
            <w:r>
              <w:t>ка оборудование к запуску, по</w:t>
            </w:r>
            <w:r>
              <w:t>д</w:t>
            </w:r>
            <w:r>
              <w:t>готовка материала и укладка его в оборудование)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236. Слесарь механосборочных работ (</w:t>
            </w:r>
            <w:proofErr w:type="spellStart"/>
            <w:r>
              <w:t>Пневмоотвертка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237. Слесарь механосборочных работ (OS Установка верхней крышки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238. Слесарь механосборочных работ (OS Фиксация верхней крышки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239. Слесарь механосборочных работ (OS Установка транспо</w:t>
            </w:r>
            <w:r>
              <w:t>р</w:t>
            </w:r>
            <w:r>
              <w:t>тировочных болтов)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240. Слесарь механосборочных работ (OS Фиксация транспо</w:t>
            </w:r>
            <w:r>
              <w:t>р</w:t>
            </w:r>
            <w:r>
              <w:t>тировочных болтов)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241. Слесарь механосборочных </w:t>
            </w:r>
            <w:r>
              <w:lastRenderedPageBreak/>
              <w:t>работ (OS Удаление воды)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242. Слесарь механосборочных работ (OS Установка уголков)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эксплуатации техн</w:t>
            </w:r>
            <w:r>
              <w:rPr>
                <w:i/>
              </w:rPr>
              <w:t>о</w:t>
            </w:r>
            <w:r>
              <w:rPr>
                <w:i/>
              </w:rPr>
              <w:t>логического оборудования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243. Слесарь механосборочных работ (OS Подготовка металла к загрузке в пресс)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244. Слесарь механосборочных работ (OS Заправка материала в оборудование)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Default="00451F7A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тел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визоров и мониторов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жидк</w:t>
            </w:r>
            <w:r>
              <w:rPr>
                <w:i/>
              </w:rPr>
              <w:t>о</w:t>
            </w:r>
            <w:r>
              <w:rPr>
                <w:i/>
              </w:rPr>
              <w:t>кристаллических панелей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</w:t>
            </w:r>
            <w:proofErr w:type="spellStart"/>
            <w:r>
              <w:t>рассеив</w:t>
            </w:r>
            <w:r>
              <w:t>а</w:t>
            </w:r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шитов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249.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</w:t>
            </w:r>
            <w:proofErr w:type="spellStart"/>
            <w:r>
              <w:t>рассеив</w:t>
            </w:r>
            <w:r>
              <w:t>а</w:t>
            </w:r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шитов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Подготовка рефле</w:t>
            </w:r>
            <w:r>
              <w:t>к</w:t>
            </w:r>
            <w:r>
              <w:t>торов к производству)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Подготовка рефле</w:t>
            </w:r>
            <w:r>
              <w:t>к</w:t>
            </w:r>
            <w:r>
              <w:t>торов к производству)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Очистка диффузоров)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253. Слесарь-сборщик ради</w:t>
            </w:r>
            <w:r>
              <w:t>о</w:t>
            </w:r>
            <w:r>
              <w:lastRenderedPageBreak/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254.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пластика  (</w:t>
            </w:r>
            <w:proofErr w:type="spellStart"/>
            <w:r>
              <w:t>гайд</w:t>
            </w:r>
            <w:proofErr w:type="spellEnd"/>
            <w:r>
              <w:t xml:space="preserve"> панелей))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</w:t>
            </w:r>
            <w:r>
              <w:t>о</w:t>
            </w:r>
            <w:r>
              <w:t>вого декора (топ кейс))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</w:t>
            </w:r>
            <w:r>
              <w:t>о</w:t>
            </w:r>
            <w:r>
              <w:t>вого декора (топ кейс))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наклеек на модуль)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259.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наклеек на модуль)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наклеек на модуль)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наклеек на модуль)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lastRenderedPageBreak/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264.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плата (</w:t>
            </w:r>
            <w:proofErr w:type="spellStart"/>
            <w:r>
              <w:t>ти</w:t>
            </w:r>
            <w:proofErr w:type="spellEnd"/>
            <w:r>
              <w:t>-кон)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Подъем и комплект</w:t>
            </w:r>
            <w:r>
              <w:t>а</w:t>
            </w:r>
            <w:r>
              <w:t>ция модулей в короб)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269.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жидк</w:t>
            </w:r>
            <w:r>
              <w:rPr>
                <w:i/>
              </w:rPr>
              <w:t>о</w:t>
            </w:r>
            <w:r>
              <w:rPr>
                <w:i/>
              </w:rPr>
              <w:t>кристаллических панелей (БМ</w:t>
            </w:r>
            <w:proofErr w:type="gramStart"/>
            <w:r>
              <w:rPr>
                <w:i/>
              </w:rPr>
              <w:t>6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</w:t>
            </w:r>
            <w:proofErr w:type="spellStart"/>
            <w:r>
              <w:t>рассеив</w:t>
            </w:r>
            <w:r>
              <w:t>а</w:t>
            </w:r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шитов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</w:t>
            </w:r>
            <w:proofErr w:type="spellStart"/>
            <w:r>
              <w:t>рассеив</w:t>
            </w:r>
            <w:r>
              <w:t>а</w:t>
            </w:r>
            <w:r>
              <w:t>телей</w:t>
            </w:r>
            <w:proofErr w:type="spellEnd"/>
            <w:r>
              <w:t xml:space="preserve"> (</w:t>
            </w:r>
            <w:proofErr w:type="spellStart"/>
            <w:r>
              <w:t>шитов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273.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Подготовка рефле</w:t>
            </w:r>
            <w:r>
              <w:t>к</w:t>
            </w:r>
            <w:r>
              <w:t>торов к производству)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>тующих (суппортов))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рефлект</w:t>
            </w:r>
            <w:r>
              <w:t>о</w:t>
            </w:r>
            <w:r>
              <w:t>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пластика  (</w:t>
            </w:r>
            <w:proofErr w:type="spellStart"/>
            <w:r>
              <w:t>гайд</w:t>
            </w:r>
            <w:proofErr w:type="spellEnd"/>
            <w:r>
              <w:t xml:space="preserve"> панелей))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279.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диффуз</w:t>
            </w:r>
            <w:r>
              <w:t>о</w:t>
            </w:r>
            <w:r>
              <w:t>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пластика  (</w:t>
            </w:r>
            <w:proofErr w:type="spellStart"/>
            <w:r>
              <w:t>гайд</w:t>
            </w:r>
            <w:proofErr w:type="spellEnd"/>
            <w:r>
              <w:t xml:space="preserve"> панелей))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матрицы)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Снятие защитной пленки с матрицы)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Линия по производству </w:t>
            </w:r>
            <w:proofErr w:type="gramStart"/>
            <w:r>
              <w:rPr>
                <w:i/>
              </w:rPr>
              <w:t>ЖК п</w:t>
            </w:r>
            <w:r>
              <w:rPr>
                <w:i/>
              </w:rPr>
              <w:t>а</w:t>
            </w:r>
            <w:r>
              <w:rPr>
                <w:i/>
              </w:rPr>
              <w:t>нелей</w:t>
            </w:r>
            <w:proofErr w:type="gramEnd"/>
            <w:r>
              <w:rPr>
                <w:i/>
              </w:rPr>
              <w:t xml:space="preserve"> (L6)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283. Контролер деталей и пр</w:t>
            </w:r>
            <w:r>
              <w:t>и</w:t>
            </w:r>
            <w:r>
              <w:t xml:space="preserve">боров (Проверка модуля на </w:t>
            </w:r>
            <w:r>
              <w:lastRenderedPageBreak/>
              <w:t>наличие мусора, пятен, замятий)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284. Контролер деталей и пр</w:t>
            </w:r>
            <w:r>
              <w:t>и</w:t>
            </w:r>
            <w:r>
              <w:t>боров (Проверка модуля на наличие мусора, пятен, замятий)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(Выкладка </w:t>
            </w:r>
            <w:proofErr w:type="spellStart"/>
            <w:r>
              <w:t>боттом</w:t>
            </w:r>
            <w:proofErr w:type="spellEnd"/>
            <w:r>
              <w:t xml:space="preserve"> </w:t>
            </w:r>
            <w:proofErr w:type="spellStart"/>
            <w:r>
              <w:t>ковера</w:t>
            </w:r>
            <w:proofErr w:type="spellEnd"/>
            <w:r>
              <w:t xml:space="preserve"> на линию, установка суппортов и диффузоров)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(Установка топ кейса)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289.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(Установка </w:t>
            </w:r>
            <w:proofErr w:type="spellStart"/>
            <w:r>
              <w:t>шитов</w:t>
            </w:r>
            <w:proofErr w:type="spellEnd"/>
            <w:r>
              <w:t xml:space="preserve"> на м</w:t>
            </w:r>
            <w:r>
              <w:t>о</w:t>
            </w:r>
            <w:r>
              <w:t>дуля)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(Установка </w:t>
            </w:r>
            <w:proofErr w:type="spellStart"/>
            <w:r>
              <w:t>шитов</w:t>
            </w:r>
            <w:proofErr w:type="spellEnd"/>
            <w:r>
              <w:t xml:space="preserve"> на м</w:t>
            </w:r>
            <w:r>
              <w:t>о</w:t>
            </w:r>
            <w:r>
              <w:t>дуля)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L1 производства телевизоров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291. Оператор технологического оборудования (Управление в</w:t>
            </w:r>
            <w:r>
              <w:t>а</w:t>
            </w:r>
            <w:r>
              <w:t xml:space="preserve">куумным </w:t>
            </w:r>
            <w:proofErr w:type="spellStart"/>
            <w:r>
              <w:t>краном</w:t>
            </w:r>
            <w:proofErr w:type="gramStart"/>
            <w:r>
              <w:t>,Т</w:t>
            </w:r>
            <w:proofErr w:type="gramEnd"/>
            <w:r>
              <w:t>О</w:t>
            </w:r>
            <w:proofErr w:type="spellEnd"/>
            <w:r>
              <w:t xml:space="preserve"> вакуумного крана)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292. Оператор технологического оборудования (Управление в</w:t>
            </w:r>
            <w:r>
              <w:t>а</w:t>
            </w:r>
            <w:r>
              <w:t xml:space="preserve">куумным </w:t>
            </w:r>
            <w:proofErr w:type="spellStart"/>
            <w:r>
              <w:t>краном</w:t>
            </w:r>
            <w:proofErr w:type="gramStart"/>
            <w:r>
              <w:t>,Т</w:t>
            </w:r>
            <w:proofErr w:type="gramEnd"/>
            <w:r>
              <w:t>О</w:t>
            </w:r>
            <w:proofErr w:type="spellEnd"/>
            <w:r>
              <w:t xml:space="preserve"> вакуумного крана)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 xml:space="preserve">тующих (веса </w:t>
            </w:r>
            <w:proofErr w:type="spellStart"/>
            <w:r>
              <w:t>брекетов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плат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lastRenderedPageBreak/>
              <w:t>боров (OS Установка динам</w:t>
            </w:r>
            <w:r>
              <w:t>и</w:t>
            </w:r>
            <w:r>
              <w:t>ков)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297.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проводов на динамики)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провода питания)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299.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задней крышки)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307. Слесарь-сборщик ради</w:t>
            </w:r>
            <w:r>
              <w:t>о</w:t>
            </w:r>
            <w:r>
              <w:lastRenderedPageBreak/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308.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309.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Проверка подставок джигой и метизов)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Подача коробов к роботу)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L3 производства телевизоров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318.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319.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Снятие защитной пленки с модуля, приклеивание этикетки (сет лейбла))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 xml:space="preserve">тующих (веса </w:t>
            </w:r>
            <w:proofErr w:type="spellStart"/>
            <w:r>
              <w:t>брекетов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плат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динам</w:t>
            </w:r>
            <w:r>
              <w:t>и</w:t>
            </w:r>
            <w:r>
              <w:t>ков)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проводов на динамики)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провода питания)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329.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проводов </w:t>
            </w:r>
            <w:r>
              <w:lastRenderedPageBreak/>
              <w:t>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330.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задней крышки)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Проверка подставок джигой и метизов)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Подача коробов к роботу)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339.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lastRenderedPageBreak/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341.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344. Контролер деталей и пр</w:t>
            </w:r>
            <w:r>
              <w:t>и</w:t>
            </w:r>
            <w:r>
              <w:t xml:space="preserve">боров (Проверка </w:t>
            </w:r>
            <w:proofErr w:type="spellStart"/>
            <w:r>
              <w:t>тв</w:t>
            </w:r>
            <w:proofErr w:type="spellEnd"/>
            <w:r>
              <w:t xml:space="preserve"> 21 и 51 к</w:t>
            </w:r>
            <w:r>
              <w:t>а</w:t>
            </w:r>
            <w:r>
              <w:t>нал)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L5 производства телевизоров 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Снятие защитной пленки с модуля, приклеивание этикетки (сет лейбла))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компле</w:t>
            </w:r>
            <w:r>
              <w:t>к</w:t>
            </w:r>
            <w:r>
              <w:t xml:space="preserve">тующих (веса </w:t>
            </w:r>
            <w:proofErr w:type="spellStart"/>
            <w:r>
              <w:t>брекетов</w:t>
            </w:r>
            <w:proofErr w:type="spellEnd"/>
            <w:r>
              <w:t>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349.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плат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динам</w:t>
            </w:r>
            <w:r>
              <w:t>и</w:t>
            </w:r>
            <w:r>
              <w:t>ков)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352.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проводов на динамики)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провода питания)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Установка джойстика и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</w:t>
            </w:r>
            <w:proofErr w:type="spellStart"/>
            <w:r>
              <w:t>вай</w:t>
            </w:r>
            <w:proofErr w:type="spellEnd"/>
            <w:r>
              <w:t xml:space="preserve"> фай платы)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359.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проводов 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задней крышки)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задней </w:t>
            </w:r>
            <w:r>
              <w:lastRenderedPageBreak/>
              <w:t>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363.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Проверка подставок и метизов)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Подача коробов)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369.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аксе</w:t>
            </w:r>
            <w:r>
              <w:t>с</w:t>
            </w:r>
            <w:r>
              <w:t>суаров)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по</w:t>
            </w:r>
            <w:r>
              <w:t>д</w:t>
            </w:r>
            <w:r>
              <w:t>ставок)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374.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модулей)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L6 производства телевизоров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375. Контролер деталей и пр</w:t>
            </w:r>
            <w:r>
              <w:t>и</w:t>
            </w:r>
            <w:r>
              <w:t>боров (Косметическая и ф</w:t>
            </w:r>
            <w:r>
              <w:t>и</w:t>
            </w:r>
            <w:r>
              <w:t>нальная инспекция)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376. Контролер деталей и пр</w:t>
            </w:r>
            <w:r>
              <w:t>и</w:t>
            </w:r>
            <w:r>
              <w:t>боров (Проверка модуля на наличие мусора, пятен)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</w:t>
            </w:r>
            <w:r>
              <w:t>о</w:t>
            </w:r>
            <w:r>
              <w:t>вого декора (топ кейс))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пластик</w:t>
            </w:r>
            <w:r>
              <w:t>о</w:t>
            </w:r>
            <w:r>
              <w:t>вого декора (топ кейс))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379.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пластик</w:t>
            </w:r>
            <w:r>
              <w:t>о</w:t>
            </w:r>
            <w:r>
              <w:t>вого декора (топ кейсов)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плат)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Подключение ко</w:t>
            </w:r>
            <w:r>
              <w:t>н</w:t>
            </w:r>
            <w:r>
              <w:t>некторов)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плат мет</w:t>
            </w:r>
            <w:r>
              <w:t>и</w:t>
            </w:r>
            <w:r>
              <w:t>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Фиксация проводов </w:t>
            </w:r>
            <w:r>
              <w:lastRenderedPageBreak/>
              <w:t>(тейпами))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385.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Установка задней крышки)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Фиксация задней крышки метизами)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(Фиксация плат и задней крышки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(Упаковка ТВ)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389. Контролер деталей и пр</w:t>
            </w:r>
            <w:r>
              <w:t>и</w:t>
            </w:r>
            <w:r>
              <w:t xml:space="preserve">боров </w:t>
            </w:r>
            <w:proofErr w:type="gramStart"/>
            <w:r>
              <w:t xml:space="preserve">( </w:t>
            </w:r>
            <w:proofErr w:type="gramEnd"/>
            <w:r>
              <w:t>Проверка модуля на наличие мусора, пятен)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T6 производства телевизоров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390. Контролер деталей и пр</w:t>
            </w:r>
            <w:r>
              <w:t>и</w:t>
            </w:r>
            <w:r>
              <w:t>боров (Проверка телевизоров)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391. Контролер деталей и пр</w:t>
            </w:r>
            <w:r>
              <w:t>и</w:t>
            </w:r>
            <w:r>
              <w:t>боров (Проверка модуля на наличие мусора, пятен, замятий)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(Сборка ТВ)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(Сборка ТВ)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(Сборка ТВ)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упаковки и аксессуаров (производство) 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(Подготовка картонной упаковки)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398.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lastRenderedPageBreak/>
              <w:t>боров (OS Сканирование ману</w:t>
            </w:r>
            <w:r>
              <w:t>а</w:t>
            </w:r>
            <w:r>
              <w:t>лов, лейблов, метизов, и других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399.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ману</w:t>
            </w:r>
            <w:r>
              <w:t>а</w:t>
            </w:r>
            <w:r>
              <w:t>лов, лейблов, метизов, и других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ману</w:t>
            </w:r>
            <w:r>
              <w:t>а</w:t>
            </w:r>
            <w:r>
              <w:t>лов, лейблов, метизов, и других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ману</w:t>
            </w:r>
            <w:r>
              <w:t>а</w:t>
            </w:r>
            <w:r>
              <w:t>лов, лейблов, метизов, и других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Сканирование ману</w:t>
            </w:r>
            <w:r>
              <w:t>а</w:t>
            </w:r>
            <w:r>
              <w:t>лов, лейблов, метизов, и других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407.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409.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(OS Выкладка пены, 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 xml:space="preserve">боров (OS Выкладка пены, </w:t>
            </w:r>
            <w:r>
              <w:lastRenderedPageBreak/>
              <w:t>сборка коробов, сканирование комплектующих)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линии L6 производства телевизоров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(Снятие пленки)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418.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 (Подача короба)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хол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дильников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</w:t>
            </w:r>
            <w:proofErr w:type="gramStart"/>
            <w:r>
              <w:rPr>
                <w:i/>
              </w:rPr>
              <w:t xml:space="preserve"> А</w:t>
            </w:r>
            <w:proofErr w:type="gramEnd"/>
            <w:r>
              <w:rPr>
                <w:i/>
              </w:rPr>
              <w:t xml:space="preserve"> - сборка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ков 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420. Слесарь механосборочных работ (OS Установка контрол</w:t>
            </w:r>
            <w:r>
              <w:t>ь</w:t>
            </w:r>
            <w:r>
              <w:t>ной панели холодильника)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421. Слесарь механосборочных работ (OS Фиксация </w:t>
            </w:r>
            <w:proofErr w:type="gramStart"/>
            <w:r>
              <w:t>контрол</w:t>
            </w:r>
            <w:r>
              <w:t>ь</w:t>
            </w:r>
            <w:r>
              <w:t>ной</w:t>
            </w:r>
            <w:proofErr w:type="gramEnd"/>
            <w:r>
              <w:t xml:space="preserve"> </w:t>
            </w:r>
            <w:proofErr w:type="spellStart"/>
            <w:r>
              <w:t>палени</w:t>
            </w:r>
            <w:proofErr w:type="spellEnd"/>
            <w:r>
              <w:t xml:space="preserve"> холодильника)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422. Слесарь механосборочных работ (OS Подключение платы WI-FI)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423. Слесарь механосборочных работ (OS Установка направл</w:t>
            </w:r>
            <w:r>
              <w:t>я</w:t>
            </w:r>
            <w:r>
              <w:t>ющих полок в холодильной к</w:t>
            </w:r>
            <w:r>
              <w:t>а</w:t>
            </w:r>
            <w:r>
              <w:t>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424. Слесарь механосборочных работ (OS Фиксация направл</w:t>
            </w:r>
            <w:r>
              <w:t>я</w:t>
            </w:r>
            <w:r>
              <w:t>ющих полок в холодильной к</w:t>
            </w:r>
            <w:r>
              <w:t>а</w:t>
            </w:r>
            <w:r>
              <w:t>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425. Слесарь механосборочных работ (OS Установка полок в холодильной камере)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426. Слесарь механосборочных работ (OS Установка полок в холодильной камере)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427. Слесарь механосборочных работ (OS Установка ящика для овощей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428. Слесарь механосборочных работ (OS Установка транспо</w:t>
            </w:r>
            <w:r>
              <w:t>р</w:t>
            </w:r>
            <w:r>
              <w:t>тировочного пенопласта)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429. Слесарь механосборочных работ (OS Подключение верхней панели холодильника)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430. Слесарь механосборочных работ (OS Фиксация верхней панели холодильника)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431. Слесарь механосборочных работ (OS Подключение панели в морозильной камере)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432. Слесарь механосборочных работ (OS Фиксация панели в морозильной камере)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433. Слесарь механосборочных работ (OS Установка ящиков в морозильной камере)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</w:t>
            </w:r>
            <w:proofErr w:type="gramStart"/>
            <w:r>
              <w:rPr>
                <w:i/>
              </w:rPr>
              <w:t xml:space="preserve"> В</w:t>
            </w:r>
            <w:proofErr w:type="gramEnd"/>
            <w:r>
              <w:rPr>
                <w:i/>
              </w:rPr>
              <w:t xml:space="preserve"> - сборка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>ков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434. Слесарь механосборочных работ (</w:t>
            </w:r>
            <w:r w:rsidRPr="00E8543B">
              <w:t>Фиксация средней петли</w:t>
            </w:r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451F7A">
            <w:pPr>
              <w:pStyle w:val="aa"/>
              <w:jc w:val="left"/>
            </w:pPr>
            <w:r>
              <w:t>435. Слесарь механосборочных работ (установка дисплеев)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436. Слесарь механосборочных работ (предварительная фикс</w:t>
            </w:r>
            <w:r>
              <w:t>а</w:t>
            </w:r>
            <w:r>
              <w:t>ция средней петли)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437. Слесарь механосборочных работ (подключение коннектора)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438. Слесарь механосборочных работ (установка декоративной крыши для закрытия петли)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439. Слесарь механосборочных работ (Подключение разъемов плат)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440. Слесарь механосборочных работ (подключение двери на дисплей)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441. Слесарь механосборочных работ (Сверка контрольной п</w:t>
            </w:r>
            <w:r>
              <w:t>а</w:t>
            </w:r>
            <w:r>
              <w:t>нели двери и кабинета)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 xml:space="preserve">442. Оператор технологического оборудования (Работа на роботе </w:t>
            </w:r>
            <w:proofErr w:type="spellStart"/>
            <w:r>
              <w:t>Laber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443. Слесарь механосборочных работ (Установка крышки дв</w:t>
            </w:r>
            <w:r>
              <w:t>е</w:t>
            </w:r>
            <w:r>
              <w:lastRenderedPageBreak/>
              <w:t>ри)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lastRenderedPageBreak/>
              <w:t>444. Слесарь механосборочных работ (Установка платы упра</w:t>
            </w:r>
            <w:r>
              <w:t>в</w:t>
            </w:r>
            <w:r>
              <w:t>ления)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445. Слесарь механосборочных работ (OS Установка двери м</w:t>
            </w:r>
            <w:r>
              <w:t>о</w:t>
            </w:r>
            <w:r>
              <w:t>розильной камеры)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446. Слесарь механосборочных работ (OS Фиксация верхней петли)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447. Слесарь механосборочных работ (OS Установка дверных корзин)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448. Слесарь механосборочных работ (OS Установка дверных корзин)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449. Слесарь механосборочных работ (OS Установка дверных корзин, печать наклейки)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450. Слесарь механосборочных работ (OS Установка платы управления)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451. Слесарь механосборочных работ (OS Подключение сетев</w:t>
            </w:r>
            <w:r>
              <w:t>о</w:t>
            </w:r>
            <w:r>
              <w:t>го шнура питания)</w:t>
            </w:r>
          </w:p>
        </w:tc>
        <w:tc>
          <w:tcPr>
            <w:tcW w:w="3686" w:type="dxa"/>
            <w:vAlign w:val="center"/>
          </w:tcPr>
          <w:p w:rsidR="00451F7A" w:rsidRDefault="00451F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452. Слесарь механосборочных работ (OS Фиксация заземления шнура питания)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453. Слесарь механосборочных работ (OS Фиксация огранич</w:t>
            </w:r>
            <w:r>
              <w:t>и</w:t>
            </w:r>
            <w:r>
              <w:t>телей)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451F7A" w:rsidRPr="00AF49A3" w:rsidTr="008B4051">
        <w:trPr>
          <w:jc w:val="center"/>
        </w:trPr>
        <w:tc>
          <w:tcPr>
            <w:tcW w:w="3049" w:type="dxa"/>
            <w:vAlign w:val="center"/>
          </w:tcPr>
          <w:p w:rsidR="00451F7A" w:rsidRPr="00EC7378" w:rsidRDefault="00451F7A" w:rsidP="00EC7378">
            <w:pPr>
              <w:pStyle w:val="aa"/>
              <w:jc w:val="left"/>
            </w:pPr>
            <w:r>
              <w:t>454. Слесарь механосборочных работ (OS Установка верхней дверной панели)</w:t>
            </w:r>
          </w:p>
        </w:tc>
        <w:tc>
          <w:tcPr>
            <w:tcW w:w="3686" w:type="dxa"/>
            <w:vAlign w:val="center"/>
          </w:tcPr>
          <w:p w:rsidR="00451F7A" w:rsidRDefault="00451F7A" w:rsidP="00451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51F7A" w:rsidRDefault="00451F7A" w:rsidP="00451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51F7A" w:rsidRPr="00063DF1" w:rsidRDefault="00451F7A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455. Слесарь механосборочных работ (OS Фиксация крышки платы управления)</w:t>
            </w:r>
          </w:p>
        </w:tc>
        <w:tc>
          <w:tcPr>
            <w:tcW w:w="3686" w:type="dxa"/>
            <w:vAlign w:val="center"/>
          </w:tcPr>
          <w:p w:rsidR="00FF781F" w:rsidRDefault="00FF781F" w:rsidP="00611856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611856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456. Слесарь механосборочных работ (OS Фиксация Наружного конденсора)</w:t>
            </w:r>
          </w:p>
        </w:tc>
        <w:tc>
          <w:tcPr>
            <w:tcW w:w="3686" w:type="dxa"/>
            <w:vAlign w:val="center"/>
          </w:tcPr>
          <w:p w:rsidR="00FF781F" w:rsidRDefault="00FF781F" w:rsidP="00FF3FEC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FF3FEC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заливки пены и </w:t>
            </w:r>
            <w:proofErr w:type="spellStart"/>
            <w:r>
              <w:rPr>
                <w:i/>
              </w:rPr>
              <w:t>пре</w:t>
            </w:r>
            <w:r>
              <w:rPr>
                <w:i/>
              </w:rPr>
              <w:t>д</w:t>
            </w:r>
            <w:r>
              <w:rPr>
                <w:i/>
              </w:rPr>
              <w:t>сборка</w:t>
            </w:r>
            <w:proofErr w:type="spellEnd"/>
            <w:proofErr w:type="gramStart"/>
            <w:r>
              <w:rPr>
                <w:i/>
              </w:rPr>
              <w:t xml:space="preserve"> В</w:t>
            </w:r>
            <w:proofErr w:type="gramEnd"/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457. Слесарь механосборочных </w:t>
            </w:r>
            <w:r>
              <w:lastRenderedPageBreak/>
              <w:t>работ (Наклеивание штрих-кода на внешний корпус)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458. Слесарь механосборочных работ (Работа на распредел</w:t>
            </w:r>
            <w:r>
              <w:t>и</w:t>
            </w:r>
            <w:r>
              <w:t>тельном конвейере)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459. Слесарь механосборочных работ (Фиксация </w:t>
            </w:r>
            <w:proofErr w:type="spellStart"/>
            <w:r>
              <w:t>саморезов</w:t>
            </w:r>
            <w:proofErr w:type="spellEnd"/>
            <w:r>
              <w:t xml:space="preserve"> на задней крышке холодильника)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460. Слесарь механосборочных работ (OS Установка и фиксация нижней пластины)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461. Слесарь механосборочных работ (OS Фиксация нижней петли)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462. Слесарь механосборочных работ (OS Укладка провода п</w:t>
            </w:r>
            <w:r>
              <w:t>е</w:t>
            </w:r>
            <w:r>
              <w:t xml:space="preserve">ред </w:t>
            </w:r>
            <w:proofErr w:type="spellStart"/>
            <w:r>
              <w:t>проливкой</w:t>
            </w:r>
            <w:proofErr w:type="spellEnd"/>
            <w:r>
              <w:t xml:space="preserve"> углов параф</w:t>
            </w:r>
            <w:r>
              <w:t>и</w:t>
            </w:r>
            <w:r>
              <w:t>ном)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463. Слесарь механосборочных работ (OS Установка усилив</w:t>
            </w:r>
            <w:r>
              <w:t>а</w:t>
            </w:r>
            <w:r>
              <w:t>ющих уголков)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464. Слесарь механосборочных работ (OS Установка и фиксация дренажной воронки)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465. Слесарь механосборочных работ (OS Установка нижней пластины)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466. Слесарь механосборочных работ (OS Вывод трубок в ко</w:t>
            </w:r>
            <w:r>
              <w:t>м</w:t>
            </w:r>
            <w:r>
              <w:t>прессорном отделении)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467. Слесарь механосборочных работ (OS Укладка провода в лотке для платы управления)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468. Слесарь механосборочных работ (OS Фиксация Нижней пластины)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469. Слесарь механосборочных работ (OS Фиксация провода в компрессорном отделении)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470. Слесарь механосборочных работ (OS Установка задней крышки холодильника)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471. Слесарь механосборочных работ (OS Фиксация задней крышки холодильника)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472. Слесарь механосборочных работ (OS Фиксация задней крышки холодильника)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473. Слесарь механосборочных работ (OS Установка и фиксация компрессорной базы)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474. Слесарь механосборочных </w:t>
            </w:r>
            <w:r>
              <w:lastRenderedPageBreak/>
              <w:t>работ (OS Фиксация ножек х</w:t>
            </w:r>
            <w:r>
              <w:t>о</w:t>
            </w:r>
            <w:r>
              <w:t>лодильника)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475. Слесарь механосборочных работ (OS Наклеивание штрих-кода на внешний корпус)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476. Слесарь механосборочных работ (OS Удаление остатков пены в компрессорном отдел</w:t>
            </w:r>
            <w:r>
              <w:t>е</w:t>
            </w:r>
            <w:r>
              <w:t>нии)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477. Слесарь механосборочных работ (OS Установка поддона под испаритель, наклеивание путевого листа)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478. Слесарь механосборочных работ (OS Фиксация </w:t>
            </w:r>
            <w:proofErr w:type="spellStart"/>
            <w:r>
              <w:t>саморезов</w:t>
            </w:r>
            <w:proofErr w:type="spellEnd"/>
            <w:r>
              <w:t xml:space="preserve"> на задней крышке холодильн</w:t>
            </w:r>
            <w:r>
              <w:t>и</w:t>
            </w:r>
            <w:r>
              <w:t>ка)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нару</w:t>
            </w:r>
            <w:r>
              <w:rPr>
                <w:i/>
              </w:rPr>
              <w:t>ж</w:t>
            </w:r>
            <w:r>
              <w:rPr>
                <w:i/>
              </w:rPr>
              <w:t xml:space="preserve">ных корпусов холодильников и </w:t>
            </w:r>
            <w:proofErr w:type="spellStart"/>
            <w:r>
              <w:rPr>
                <w:i/>
              </w:rPr>
              <w:t>предсборка</w:t>
            </w:r>
            <w:proofErr w:type="spellEnd"/>
            <w:proofErr w:type="gramStart"/>
            <w:r>
              <w:rPr>
                <w:i/>
              </w:rPr>
              <w:t xml:space="preserve"> А</w:t>
            </w:r>
            <w:proofErr w:type="gramEnd"/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479. Оператор автоматических и полуавтоматических линий станков и установок (Работа на оборудовании)</w:t>
            </w:r>
          </w:p>
        </w:tc>
        <w:tc>
          <w:tcPr>
            <w:tcW w:w="3686" w:type="dxa"/>
            <w:vAlign w:val="center"/>
          </w:tcPr>
          <w:p w:rsidR="00FF781F" w:rsidRDefault="00FF781F" w:rsidP="000A6E16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0A6E16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480. Слесарь механосборочных работ (OS Закладка внутреннего корпуса)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481. Слесарь механосборочных работ (OS Наклеивание штрих-кода на внутренний корпус)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lastRenderedPageBreak/>
              <w:t>482. Слесарь механосборочных работ (OS Установка электр</w:t>
            </w:r>
            <w:r>
              <w:t>о</w:t>
            </w:r>
            <w:r>
              <w:t>проводки, фиксация лампы)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483. Слесарь механосборочных работ (OS Установка коннектора проводки)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484. Слесарь механосборочных работ (OS Установка всасыва</w:t>
            </w:r>
            <w:r>
              <w:t>ю</w:t>
            </w:r>
            <w:r>
              <w:t>щей трубки)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485. Слесарь механосборочных работ (OS Проклейка углов внутреннего корпуса, проклейка Барьера)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486. Слесарь механосборочных работ (OS Фиксация электр</w:t>
            </w:r>
            <w:r>
              <w:t>о</w:t>
            </w:r>
            <w:r>
              <w:t>проводки)</w:t>
            </w:r>
          </w:p>
        </w:tc>
        <w:tc>
          <w:tcPr>
            <w:tcW w:w="3686" w:type="dxa"/>
            <w:vAlign w:val="center"/>
          </w:tcPr>
          <w:p w:rsidR="00FF781F" w:rsidRDefault="00FF781F" w:rsidP="00912A2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912A2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487. Слесарь механосборочных работ (OS Фиксация электр</w:t>
            </w:r>
            <w:r>
              <w:t>о</w:t>
            </w:r>
            <w:r>
              <w:t>проводки)</w:t>
            </w:r>
          </w:p>
        </w:tc>
        <w:tc>
          <w:tcPr>
            <w:tcW w:w="3686" w:type="dxa"/>
            <w:vAlign w:val="center"/>
          </w:tcPr>
          <w:p w:rsidR="00FF781F" w:rsidRDefault="00FF781F" w:rsidP="004B37D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4B37D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488. Слесарь механосборочных работ (OS Фиксация коннектора проводки)</w:t>
            </w:r>
          </w:p>
        </w:tc>
        <w:tc>
          <w:tcPr>
            <w:tcW w:w="3686" w:type="dxa"/>
            <w:vAlign w:val="center"/>
          </w:tcPr>
          <w:p w:rsidR="00FF781F" w:rsidRDefault="00FF781F" w:rsidP="00A14F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A14F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489. Слесарь механосборочных работ (OS Фиксация коннектора проводки)</w:t>
            </w:r>
          </w:p>
        </w:tc>
        <w:tc>
          <w:tcPr>
            <w:tcW w:w="3686" w:type="dxa"/>
            <w:vAlign w:val="center"/>
          </w:tcPr>
          <w:p w:rsidR="00FF781F" w:rsidRDefault="00FF781F" w:rsidP="00D43C97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43C9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490. Слесарь механосборочных работ (OS Установка воздухов</w:t>
            </w:r>
            <w:r>
              <w:t>о</w:t>
            </w:r>
            <w:r>
              <w:t>да)</w:t>
            </w:r>
          </w:p>
        </w:tc>
        <w:tc>
          <w:tcPr>
            <w:tcW w:w="3686" w:type="dxa"/>
            <w:vAlign w:val="center"/>
          </w:tcPr>
          <w:p w:rsidR="00FF781F" w:rsidRDefault="00FF781F" w:rsidP="00034D8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034D8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491. Слесарь механосборочных работ (OS Подготовка воздух</w:t>
            </w:r>
            <w:r>
              <w:t>о</w:t>
            </w:r>
            <w:r>
              <w:t>вода)</w:t>
            </w:r>
          </w:p>
        </w:tc>
        <w:tc>
          <w:tcPr>
            <w:tcW w:w="3686" w:type="dxa"/>
            <w:vAlign w:val="center"/>
          </w:tcPr>
          <w:p w:rsidR="00FF781F" w:rsidRDefault="00FF781F" w:rsidP="002E2050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2E205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492. Слесарь механосборочных работ (OS Установка воздухов</w:t>
            </w:r>
            <w:r>
              <w:t>о</w:t>
            </w:r>
            <w:r>
              <w:t>да)</w:t>
            </w:r>
          </w:p>
        </w:tc>
        <w:tc>
          <w:tcPr>
            <w:tcW w:w="3686" w:type="dxa"/>
            <w:vAlign w:val="center"/>
          </w:tcPr>
          <w:p w:rsidR="00FF781F" w:rsidRDefault="00FF781F" w:rsidP="008B64B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8B64B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lastRenderedPageBreak/>
              <w:t>493. Слесарь механосборочных работ (OS Оклеивание Барьера)</w:t>
            </w:r>
          </w:p>
        </w:tc>
        <w:tc>
          <w:tcPr>
            <w:tcW w:w="3686" w:type="dxa"/>
            <w:vAlign w:val="center"/>
          </w:tcPr>
          <w:p w:rsidR="00FF781F" w:rsidRDefault="00FF781F" w:rsidP="006F11F3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6F11F3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494. Слесарь механосборочных работ (OS Оклеивание Барьера)</w:t>
            </w:r>
          </w:p>
        </w:tc>
        <w:tc>
          <w:tcPr>
            <w:tcW w:w="3686" w:type="dxa"/>
            <w:vAlign w:val="center"/>
          </w:tcPr>
          <w:p w:rsidR="00FF781F" w:rsidRDefault="00FF781F" w:rsidP="006D59FF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6D59FF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495. Слесарь механосборочных работ (OS Установка трубки горячего потока)</w:t>
            </w:r>
          </w:p>
        </w:tc>
        <w:tc>
          <w:tcPr>
            <w:tcW w:w="3686" w:type="dxa"/>
            <w:vAlign w:val="center"/>
          </w:tcPr>
          <w:p w:rsidR="00FF781F" w:rsidRDefault="00FF781F" w:rsidP="009F52F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9F52F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496. Слесарь механосборочных работ (OS Оклеивание трубки горячего потока)</w:t>
            </w:r>
          </w:p>
        </w:tc>
        <w:tc>
          <w:tcPr>
            <w:tcW w:w="3686" w:type="dxa"/>
            <w:vAlign w:val="center"/>
          </w:tcPr>
          <w:p w:rsidR="00FF781F" w:rsidRDefault="00FF781F" w:rsidP="00BC70BF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BC70BF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497. Слесарь механосборочных работ (OS Оклеивание трубки горячего потока)</w:t>
            </w:r>
          </w:p>
        </w:tc>
        <w:tc>
          <w:tcPr>
            <w:tcW w:w="3686" w:type="dxa"/>
            <w:vAlign w:val="center"/>
          </w:tcPr>
          <w:p w:rsidR="00FF781F" w:rsidRDefault="00FF781F" w:rsidP="009F15FE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9F15FE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498. Слесарь механосборочных работ (OS Вставка провода в верхнюю пластину)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499. Слесарь механосборочных работ (OS Сборка верхней пл</w:t>
            </w:r>
            <w:r>
              <w:t>а</w:t>
            </w:r>
            <w:r>
              <w:t>стины)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500. Слесарь механосборочных работ (OS Установка централ</w:t>
            </w:r>
            <w:r>
              <w:t>ь</w:t>
            </w:r>
            <w:r>
              <w:t>ной пластины)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501. Слесарь механосборочных работ (OS Установка Закладной для воздуховода)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502. Слесарь механосборочных работ (OS Проверка сборочного и обжимочного процессов)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503. Слесарь механосборочных работ (OS Установка закладной под верхнюю петлю)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lastRenderedPageBreak/>
              <w:t>504. Слесарь механосборочных работ (Сборка комплектующих деталей с последующим их с</w:t>
            </w:r>
            <w:r>
              <w:t>о</w:t>
            </w:r>
            <w:r>
              <w:t>единением)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внутре</w:t>
            </w:r>
            <w:r>
              <w:rPr>
                <w:i/>
              </w:rPr>
              <w:t>н</w:t>
            </w:r>
            <w:r>
              <w:rPr>
                <w:i/>
              </w:rPr>
              <w:t xml:space="preserve">ней части дверей и внутренних корпусов холодильников 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505. Слесарь механосборочных работ (OS Установка закладной VF#1)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506. Слесарь механосборочных работ (OS Установка направл</w:t>
            </w:r>
            <w:r>
              <w:t>я</w:t>
            </w:r>
            <w:r>
              <w:t>ющей VF#1)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507. Слесарь механосборочных работ (OS Установка закладной VF#2)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508. Слесарь механосборочных работ (OS Установка направл</w:t>
            </w:r>
            <w:r>
              <w:t>я</w:t>
            </w:r>
            <w:r>
              <w:t>ющей VF#2)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509. Транспортировщик (OS</w:t>
            </w:r>
            <w:proofErr w:type="gramStart"/>
            <w:r>
              <w:t xml:space="preserve"> В</w:t>
            </w:r>
            <w:proofErr w:type="gramEnd"/>
            <w:r>
              <w:t>ыполняет работы на складе)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изготовления </w:t>
            </w:r>
            <w:proofErr w:type="spellStart"/>
            <w:r>
              <w:rPr>
                <w:i/>
              </w:rPr>
              <w:t>нару</w:t>
            </w:r>
            <w:r>
              <w:rPr>
                <w:i/>
              </w:rPr>
              <w:t>ж</w:t>
            </w:r>
            <w:r>
              <w:rPr>
                <w:i/>
              </w:rPr>
              <w:t>ней</w:t>
            </w:r>
            <w:proofErr w:type="spellEnd"/>
            <w:r>
              <w:rPr>
                <w:i/>
              </w:rPr>
              <w:t xml:space="preserve"> части дверей и задней крышки холодильника 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510. Слесарь механосборочных работ (OS Загрузка и распаковка металла)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511. Слесарь механосборочных работ (OS Загрузка и распаковка </w:t>
            </w:r>
            <w:r>
              <w:lastRenderedPageBreak/>
              <w:t>металла)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512. Слесарь механосборочных работ (OS Снятие пленки с дв</w:t>
            </w:r>
            <w:r>
              <w:t>е</w:t>
            </w:r>
            <w:r>
              <w:t>рей)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513. Слесарь механосборочных работ (OS Проверка качества дверей)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514. Слесарь механосборочных работ (OS Снятие пленки с дв</w:t>
            </w:r>
            <w:r>
              <w:t>е</w:t>
            </w:r>
            <w:r>
              <w:t>рей)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515. Слесарь механосборочных работ (OS Проверка качества дверей)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производства дверей для холодильников 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516. Слесарь механосборочных работ (OS Закладка двери хол</w:t>
            </w:r>
            <w:r>
              <w:t>о</w:t>
            </w:r>
            <w:r>
              <w:t>дильника)</w:t>
            </w:r>
          </w:p>
        </w:tc>
        <w:tc>
          <w:tcPr>
            <w:tcW w:w="3686" w:type="dxa"/>
            <w:vAlign w:val="center"/>
          </w:tcPr>
          <w:p w:rsidR="00FF781F" w:rsidRDefault="00FF781F" w:rsidP="00C5412F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C5412F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517. Слесарь механосборочных работ (OS Выкладка и прокле</w:t>
            </w:r>
            <w:r>
              <w:t>й</w:t>
            </w:r>
            <w:r>
              <w:t>ка торцевой крышки двери)</w:t>
            </w:r>
          </w:p>
        </w:tc>
        <w:tc>
          <w:tcPr>
            <w:tcW w:w="3686" w:type="dxa"/>
            <w:vAlign w:val="center"/>
          </w:tcPr>
          <w:p w:rsidR="00FF781F" w:rsidRDefault="00FF781F" w:rsidP="00AC19F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AC19F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518. Слесарь механосборочных работ (OS Выкладка и прокле</w:t>
            </w:r>
            <w:r>
              <w:t>й</w:t>
            </w:r>
            <w:r>
              <w:t>ка торцевой крышки двери)</w:t>
            </w:r>
          </w:p>
        </w:tc>
        <w:tc>
          <w:tcPr>
            <w:tcW w:w="3686" w:type="dxa"/>
            <w:vAlign w:val="center"/>
          </w:tcPr>
          <w:p w:rsidR="00FF781F" w:rsidRDefault="00FF781F" w:rsidP="00743D05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743D05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519. Слесарь механосборочных работ (OS Установка боковых ручек)</w:t>
            </w:r>
          </w:p>
        </w:tc>
        <w:tc>
          <w:tcPr>
            <w:tcW w:w="3686" w:type="dxa"/>
            <w:vAlign w:val="center"/>
          </w:tcPr>
          <w:p w:rsidR="00FF781F" w:rsidRDefault="00FF781F" w:rsidP="0012746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12746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520. Слесарь механосборочных работ (OS Установка боковых ручек)</w:t>
            </w:r>
          </w:p>
        </w:tc>
        <w:tc>
          <w:tcPr>
            <w:tcW w:w="3686" w:type="dxa"/>
            <w:vAlign w:val="center"/>
          </w:tcPr>
          <w:p w:rsidR="00FF781F" w:rsidRDefault="00FF781F" w:rsidP="00C4592D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C4592D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0434DA">
            <w:pPr>
              <w:pStyle w:val="aa"/>
              <w:jc w:val="left"/>
            </w:pPr>
            <w:r>
              <w:t>521. Слесарь механосборочных работ (OS Установка торцевой крышки двери)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090E49">
            <w:pPr>
              <w:pStyle w:val="aa"/>
              <w:jc w:val="left"/>
            </w:pPr>
            <w:r>
              <w:lastRenderedPageBreak/>
              <w:t>522. Слесарь механосборочных работ (OS Установка торцевой крышки двери)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1B0919">
            <w:pPr>
              <w:pStyle w:val="aa"/>
              <w:jc w:val="left"/>
            </w:pPr>
            <w:r>
              <w:t>523. Слесарь механосборочных работ (OS Оклеивание торцевой крышки двери скотчем)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933959">
            <w:pPr>
              <w:pStyle w:val="aa"/>
              <w:jc w:val="left"/>
            </w:pPr>
            <w:r>
              <w:t>524. Слесарь механосборочных работ (OS Проклейка боковых ручек)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0112FA">
            <w:pPr>
              <w:pStyle w:val="aa"/>
              <w:jc w:val="left"/>
            </w:pPr>
            <w:r>
              <w:t>525. Слесарь механосборочных работ (OS Проклейка внутре</w:t>
            </w:r>
            <w:r>
              <w:t>н</w:t>
            </w:r>
            <w:r>
              <w:t>него пластикового корпуса дв</w:t>
            </w:r>
            <w:r>
              <w:t>е</w:t>
            </w:r>
            <w:r>
              <w:t>ри поролоном)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4D1646">
            <w:pPr>
              <w:pStyle w:val="aa"/>
              <w:jc w:val="left"/>
            </w:pPr>
            <w:r>
              <w:t>526. Слесарь механосборочных работ (OS Проклейка внутре</w:t>
            </w:r>
            <w:r>
              <w:t>н</w:t>
            </w:r>
            <w:r>
              <w:t>него пластикового корпуса дв</w:t>
            </w:r>
            <w:r>
              <w:t>е</w:t>
            </w:r>
            <w:r>
              <w:t>ри поролоном)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5F4C76">
            <w:pPr>
              <w:pStyle w:val="aa"/>
              <w:jc w:val="left"/>
            </w:pPr>
            <w:r>
              <w:t>527. Слесарь механосборочных работ (OS Проклейка внутре</w:t>
            </w:r>
            <w:r>
              <w:t>н</w:t>
            </w:r>
            <w:r>
              <w:t>него пластикового корпуса дв</w:t>
            </w:r>
            <w:r>
              <w:t>е</w:t>
            </w:r>
            <w:r>
              <w:t>ри поролоном)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7C664D">
            <w:pPr>
              <w:pStyle w:val="aa"/>
              <w:jc w:val="left"/>
            </w:pPr>
            <w:r>
              <w:t>528. Слесарь механосборочных работ (OS Проклейка внутре</w:t>
            </w:r>
            <w:r>
              <w:t>н</w:t>
            </w:r>
            <w:r>
              <w:t>него пластикового корпуса дв</w:t>
            </w:r>
            <w:r>
              <w:t>е</w:t>
            </w:r>
            <w:r>
              <w:t>ри поролоном)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84715A">
            <w:pPr>
              <w:pStyle w:val="aa"/>
              <w:jc w:val="left"/>
            </w:pPr>
            <w:r>
              <w:t>529. Слесарь механосборочных работ (OS Удаление остатков пены)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B428D0">
            <w:pPr>
              <w:pStyle w:val="aa"/>
              <w:jc w:val="left"/>
            </w:pPr>
            <w:r>
              <w:t>530. Слесарь механосборочных работ (OS Удаление остатков пены)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4156DE">
            <w:pPr>
              <w:pStyle w:val="aa"/>
              <w:jc w:val="left"/>
            </w:pPr>
            <w:r>
              <w:t>531. Слесарь механосборочных работ (OS Выкладка дверного уплотнителя)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532. Слесарь механосборочных работ (OS Фиксация углов две</w:t>
            </w:r>
            <w:r>
              <w:t>р</w:t>
            </w:r>
            <w:r>
              <w:t>ного уплотнителя)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5E6D8F">
            <w:pPr>
              <w:pStyle w:val="aa"/>
              <w:jc w:val="left"/>
            </w:pPr>
            <w:r>
              <w:t>533. Слесарь механосборочных работ (OS Буфер линии дверей)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33530E">
            <w:pPr>
              <w:pStyle w:val="aa"/>
              <w:jc w:val="left"/>
            </w:pPr>
            <w:r>
              <w:t>534. Слесарь механосборочных работ (OS Подача материала к оборудованию)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4C2E18">
            <w:pPr>
              <w:pStyle w:val="aa"/>
              <w:jc w:val="left"/>
            </w:pPr>
            <w:r>
              <w:t xml:space="preserve">535. Слесарь-ремонтник (Ремонт </w:t>
            </w:r>
            <w:r>
              <w:lastRenderedPageBreak/>
              <w:t>функционального вида)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сборки полок и подд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нов компрессорного отсека 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536. Слесарь механосборочных работ (Работа на линии)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537. Оператор технологического оборудования (Работа на линии)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538. Слесарь механосборочных работ (OS Сборка проводов)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539. Слесарь механосборочных работ (OS Сборка проводов)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540. Слесарь механосборочных работ (OS Сборка проводов)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541. Слесарь механосборочных работ (OS Сборка проводов)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542. Транспортировщик (OS Доставка </w:t>
            </w:r>
            <w:proofErr w:type="gramStart"/>
            <w:r>
              <w:t>комплектующих</w:t>
            </w:r>
            <w:proofErr w:type="gramEnd"/>
            <w:r>
              <w:t xml:space="preserve"> (пр</w:t>
            </w:r>
            <w:r>
              <w:t>о</w:t>
            </w:r>
            <w:r>
              <w:t>вода))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543. Транспортировщик  (OS Доставка </w:t>
            </w:r>
            <w:proofErr w:type="gramStart"/>
            <w:r>
              <w:t>комплектующих</w:t>
            </w:r>
            <w:proofErr w:type="gramEnd"/>
            <w:r>
              <w:t xml:space="preserve"> (по</w:t>
            </w:r>
            <w:r>
              <w:t>л</w:t>
            </w:r>
            <w:r>
              <w:t>ки))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544. Транспортировщик (OS Доставка </w:t>
            </w:r>
            <w:proofErr w:type="gramStart"/>
            <w:r>
              <w:t>комплектующих</w:t>
            </w:r>
            <w:proofErr w:type="gramEnd"/>
            <w:r>
              <w:t xml:space="preserve"> (ящ</w:t>
            </w:r>
            <w:r>
              <w:t>и</w:t>
            </w:r>
            <w:r>
              <w:t>ки))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545.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546.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547.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548.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549.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550.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551. Слесарь механосборочных работ (OS Сборка полок)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552. Слесарь механосборочных работ (OS Подача ящиков)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553. Слесарь механосборочных работ (OS Подача ящиков)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сварки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lastRenderedPageBreak/>
              <w:t>554. Оператор технологического оборудования (Заправка трубки ультразвуком)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556. Слесарь механосборочных работ (OS Сборка трубок исп</w:t>
            </w:r>
            <w:r>
              <w:t>а</w:t>
            </w:r>
            <w:r>
              <w:t>рителя)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557. Слесарь механосборочных работ (OS Сборка компрессора)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558. Слесарь механосборочных работ (OS Сборка компрессора)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559. Слесарь механосборочных работ (OS Установка компре</w:t>
            </w:r>
            <w:r>
              <w:t>с</w:t>
            </w:r>
            <w:r>
              <w:t>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560. Слесарь механосборочных работ (OS Установка системы </w:t>
            </w:r>
            <w:proofErr w:type="spellStart"/>
            <w:r>
              <w:t>водоиспарителя</w:t>
            </w:r>
            <w:proofErr w:type="spellEnd"/>
            <w:r>
              <w:t xml:space="preserve"> и осушителя системы охлаждения)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561. Слесарь механосборочных работ (OS Установка системы </w:t>
            </w:r>
            <w:proofErr w:type="spellStart"/>
            <w:r>
              <w:t>водоиспарителя</w:t>
            </w:r>
            <w:proofErr w:type="spellEnd"/>
            <w:r>
              <w:t xml:space="preserve"> и осушителя системы охлаждения)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562. Слесарь механосборочных работ (OS Фиксация наружного конденсора)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563. Слесарь механосборочных работ (OS Сборка и установка соединительной трубки)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564. Слесарь механосборочных работ (OS Сборка трубок Наружного конденсора)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565. Слесарь механосборочных работ (OS Подключение вак</w:t>
            </w:r>
            <w:r>
              <w:t>у</w:t>
            </w:r>
            <w:r>
              <w:t>умного насоса)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566. Слесарь механосборочных работ (OS Корректировка ра</w:t>
            </w:r>
            <w:r>
              <w:t>с</w:t>
            </w:r>
            <w:r>
              <w:t>стояния между трубками)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 xml:space="preserve">567. Слесарь механосборочных работ (OS Фиксация системы </w:t>
            </w:r>
            <w:proofErr w:type="spellStart"/>
            <w:r>
              <w:t>водоиспарителя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568. Слесарь механосборочных работ (OS Фиксация провода заземления и защитной крышки компрессора)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Default="00FF781F" w:rsidP="00EC7378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F781F" w:rsidRDefault="00FF781F" w:rsidP="00451F7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FF781F" w:rsidRDefault="00FF781F" w:rsidP="00451F7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569. Слесарь-ремонтник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570. Слесарь механосборочных работ (OS Подключение шнура питания)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571. Слесарь механосборочных работ (OS Отключение шнура питания)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572. Слесарь-ремонтник (OS Мелкий ремонт в линейном ко</w:t>
            </w:r>
            <w:r>
              <w:t>н</w:t>
            </w:r>
            <w:r>
              <w:t>троле качества)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573. Слесарь-ремонтник (OS Ремонт функционального вида)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574. Слесарь-ремонтник (OS Ремонт функционального вида)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575. Слесарь механосборочных работ (OS Фиксация дверей х</w:t>
            </w:r>
            <w:r>
              <w:t>о</w:t>
            </w:r>
            <w:r>
              <w:t>лодильника транспортирово</w:t>
            </w:r>
            <w:r>
              <w:t>ч</w:t>
            </w:r>
            <w:r>
              <w:t>ным скотчем)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576. Слесарь механосборочных работ (OS Установка транспо</w:t>
            </w:r>
            <w:r>
              <w:t>р</w:t>
            </w:r>
            <w:r>
              <w:t>тировочного пенопласта)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577. Слесарь механосборочных работ (OS Установка транспо</w:t>
            </w:r>
            <w:r>
              <w:t>р</w:t>
            </w:r>
            <w:r>
              <w:t>тировочного пенопласта)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t>578. Слесарь механосборочных работ (Наклейка этикетки на короб)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  <w:tr w:rsidR="00FF781F" w:rsidRPr="00AF49A3" w:rsidTr="008B4051">
        <w:trPr>
          <w:jc w:val="center"/>
        </w:trPr>
        <w:tc>
          <w:tcPr>
            <w:tcW w:w="3049" w:type="dxa"/>
            <w:vAlign w:val="center"/>
          </w:tcPr>
          <w:p w:rsidR="00FF781F" w:rsidRPr="00EC7378" w:rsidRDefault="00FF781F" w:rsidP="00EC7378">
            <w:pPr>
              <w:pStyle w:val="aa"/>
              <w:jc w:val="left"/>
            </w:pPr>
            <w:r>
              <w:lastRenderedPageBreak/>
              <w:t>579. Слесарь-ремонтник (Ремонт функционального вида)</w:t>
            </w:r>
          </w:p>
        </w:tc>
        <w:tc>
          <w:tcPr>
            <w:tcW w:w="3686" w:type="dxa"/>
            <w:vAlign w:val="center"/>
          </w:tcPr>
          <w:p w:rsidR="00FF781F" w:rsidRDefault="00FF781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F781F" w:rsidRDefault="00FF781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F781F" w:rsidRPr="00063DF1" w:rsidRDefault="00FF781F" w:rsidP="00DB70BA">
            <w:pPr>
              <w:pStyle w:val="aa"/>
            </w:pPr>
          </w:p>
        </w:tc>
      </w:tr>
    </w:tbl>
    <w:p w:rsidR="00DB70BA" w:rsidRDefault="00DB70BA" w:rsidP="00DB70BA"/>
    <w:p w:rsidR="00DB70BA" w:rsidRPr="00EC7378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48546F">
        <w:fldChar w:fldCharType="begin"/>
      </w:r>
      <w:r w:rsidR="0048546F">
        <w:instrText xml:space="preserve"> DOCVARIABLE fill_date \* MERGEFORMAT </w:instrText>
      </w:r>
      <w:r w:rsidR="0048546F">
        <w:fldChar w:fldCharType="separate"/>
      </w:r>
      <w:r w:rsidR="00FE4F65">
        <w:rPr>
          <w:rStyle w:val="a9"/>
        </w:rPr>
        <w:t>05</w:t>
      </w:r>
      <w:r w:rsidR="00E8543B">
        <w:rPr>
          <w:rStyle w:val="a9"/>
        </w:rPr>
        <w:t>.07.2021</w:t>
      </w:r>
      <w:r w:rsidR="0048546F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EC7378" w:rsidRDefault="0065289A" w:rsidP="009A1326">
      <w:pPr>
        <w:rPr>
          <w:sz w:val="18"/>
          <w:szCs w:val="18"/>
        </w:rPr>
      </w:pPr>
      <w:bookmarkStart w:id="1" w:name="_GoBack"/>
      <w:bookmarkEnd w:id="1"/>
    </w:p>
    <w:sectPr w:rsidR="0065289A" w:rsidRPr="00EC7378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6F" w:rsidRPr="00EC7378" w:rsidRDefault="0048546F" w:rsidP="00EC7378">
      <w:pPr>
        <w:rPr>
          <w:szCs w:val="24"/>
        </w:rPr>
      </w:pPr>
      <w:r>
        <w:separator/>
      </w:r>
    </w:p>
  </w:endnote>
  <w:endnote w:type="continuationSeparator" w:id="0">
    <w:p w:rsidR="0048546F" w:rsidRPr="00EC7378" w:rsidRDefault="0048546F" w:rsidP="00EC7378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6F" w:rsidRPr="00EC7378" w:rsidRDefault="0048546F" w:rsidP="00EC7378">
      <w:pPr>
        <w:rPr>
          <w:szCs w:val="24"/>
        </w:rPr>
      </w:pPr>
      <w:r>
        <w:separator/>
      </w:r>
    </w:p>
  </w:footnote>
  <w:footnote w:type="continuationSeparator" w:id="0">
    <w:p w:rsidR="0048546F" w:rsidRPr="00EC7378" w:rsidRDefault="0048546F" w:rsidP="00EC7378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att_org_adr" w:val="430009, Республика Мордовия. г. Саранск, ул. Волгоградская, д.75 кор. 1."/>
    <w:docVar w:name="att_org_name" w:val="Общество с ограниченной ответственностью  &quot;Эксперт&quot;"/>
    <w:docVar w:name="att_org_reg_date" w:val="05.06.2015"/>
    <w:docVar w:name="att_org_reg_num" w:val="52"/>
    <w:docVar w:name="boss_fio" w:val="Абоймова Т.И."/>
    <w:docVar w:name="ceh_info" w:val=" Общество с ограниченной ответственностью &quot;ЛГ Электроникс РУС&quot; "/>
    <w:docVar w:name="doc_type" w:val="6"/>
    <w:docVar w:name="fill_date" w:val="12.07.2021"/>
    <w:docVar w:name="org_guid" w:val="2E87FE01D0084413995D22B9C0EADC8D"/>
    <w:docVar w:name="org_id" w:val="163"/>
    <w:docVar w:name="org_name" w:val="     "/>
    <w:docVar w:name="pers_guids" w:val="64124C0409584BBC94ED131E329E4802@~DB8126EAE1D448049BFC6933716A5C5E@118-088-071 59"/>
    <w:docVar w:name="pers_snils" w:val="64124C0409584BBC94ED131E329E4802@~DB8126EAE1D448049BFC6933716A5C5E@118-088-071 59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v_docs" w:val="1"/>
  </w:docVars>
  <w:rsids>
    <w:rsidRoot w:val="00EC7378"/>
    <w:rsid w:val="0002033E"/>
    <w:rsid w:val="00056BFC"/>
    <w:rsid w:val="0007776A"/>
    <w:rsid w:val="00093D2E"/>
    <w:rsid w:val="000C5130"/>
    <w:rsid w:val="00117B80"/>
    <w:rsid w:val="00196135"/>
    <w:rsid w:val="001A7AC3"/>
    <w:rsid w:val="001B06AD"/>
    <w:rsid w:val="002221FE"/>
    <w:rsid w:val="00237B32"/>
    <w:rsid w:val="0030743E"/>
    <w:rsid w:val="003513FF"/>
    <w:rsid w:val="003A1C01"/>
    <w:rsid w:val="003A2259"/>
    <w:rsid w:val="003C79E5"/>
    <w:rsid w:val="00451F7A"/>
    <w:rsid w:val="00483A6A"/>
    <w:rsid w:val="0048546F"/>
    <w:rsid w:val="00495D50"/>
    <w:rsid w:val="004B7161"/>
    <w:rsid w:val="004B717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3E63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91071"/>
    <w:rsid w:val="00DB70BA"/>
    <w:rsid w:val="00DC0F74"/>
    <w:rsid w:val="00DD6622"/>
    <w:rsid w:val="00E25119"/>
    <w:rsid w:val="00E458F1"/>
    <w:rsid w:val="00E8543B"/>
    <w:rsid w:val="00EB7BDE"/>
    <w:rsid w:val="00EC5373"/>
    <w:rsid w:val="00EC7378"/>
    <w:rsid w:val="00F262EE"/>
    <w:rsid w:val="00F835B0"/>
    <w:rsid w:val="00FD4EE4"/>
    <w:rsid w:val="00FD5E7D"/>
    <w:rsid w:val="00FE469B"/>
    <w:rsid w:val="00FE4F65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C73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C7378"/>
    <w:rPr>
      <w:sz w:val="24"/>
    </w:rPr>
  </w:style>
  <w:style w:type="paragraph" w:styleId="ad">
    <w:name w:val="footer"/>
    <w:basedOn w:val="a"/>
    <w:link w:val="ae"/>
    <w:rsid w:val="00EC73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C73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51</TotalTime>
  <Pages>48</Pages>
  <Words>14222</Words>
  <Characters>81068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95100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</dc:creator>
  <cp:lastModifiedBy>natalya.davydova</cp:lastModifiedBy>
  <cp:revision>6</cp:revision>
  <dcterms:created xsi:type="dcterms:W3CDTF">2021-07-01T08:11:00Z</dcterms:created>
  <dcterms:modified xsi:type="dcterms:W3CDTF">2021-07-14T11:39:00Z</dcterms:modified>
</cp:coreProperties>
</file>